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FB6" w:rsidRDefault="00991DE3" w:rsidP="00CB7FB6">
      <w:pPr>
        <w:jc w:val="center"/>
        <w:rPr>
          <w:rFonts w:ascii="Arial" w:hAnsi="Arial" w:cs="Arial"/>
          <w:b/>
          <w:color w:val="000000" w:themeColor="text1"/>
          <w:sz w:val="21"/>
          <w:lang w:val="it-IT"/>
        </w:rPr>
      </w:pPr>
      <w:r w:rsidRPr="00CB7FB6">
        <w:rPr>
          <w:rFonts w:ascii="Arial" w:hAnsi="Arial" w:cs="Arial"/>
          <w:b/>
          <w:color w:val="000000" w:themeColor="text1"/>
          <w:sz w:val="21"/>
          <w:lang w:val="it-IT"/>
        </w:rPr>
        <w:t xml:space="preserve">  </w:t>
      </w:r>
    </w:p>
    <w:p w:rsidR="00CB7FB6" w:rsidRPr="00B4171B" w:rsidRDefault="00CB7FB6" w:rsidP="00CB7FB6">
      <w:pPr>
        <w:jc w:val="center"/>
        <w:rPr>
          <w:rFonts w:ascii="Arial" w:hAnsi="Arial" w:cs="Arial"/>
          <w:b/>
          <w:color w:val="000000" w:themeColor="text1"/>
          <w:sz w:val="24"/>
          <w:lang w:val="it-IT"/>
        </w:rPr>
      </w:pPr>
      <w:r w:rsidRPr="00B4171B">
        <w:rPr>
          <w:rFonts w:ascii="Arial" w:hAnsi="Arial" w:cs="Arial"/>
          <w:b/>
          <w:color w:val="000000" w:themeColor="text1"/>
          <w:sz w:val="24"/>
          <w:lang w:val="it-IT"/>
        </w:rPr>
        <w:t>NUOVI PILOTI CONFERMATI PER IL JAGUAR I-PACE eTROPHY</w:t>
      </w:r>
    </w:p>
    <w:p w:rsidR="00CB7FB6" w:rsidRPr="00EC1A83" w:rsidRDefault="00CB7FB6" w:rsidP="00CB7FB6">
      <w:pPr>
        <w:rPr>
          <w:rFonts w:ascii="Arial" w:hAnsi="Arial" w:cs="Arial"/>
          <w:color w:val="000000" w:themeColor="text1"/>
          <w:lang w:val="it-IT"/>
        </w:rPr>
      </w:pPr>
    </w:p>
    <w:p w:rsidR="00CB7FB6" w:rsidRPr="00EC1A83" w:rsidRDefault="00CB7FB6" w:rsidP="00B4171B">
      <w:pPr>
        <w:pStyle w:val="Paragrafoelenco"/>
        <w:numPr>
          <w:ilvl w:val="0"/>
          <w:numId w:val="26"/>
        </w:numPr>
        <w:spacing w:after="0" w:line="360" w:lineRule="auto"/>
        <w:ind w:left="284"/>
        <w:rPr>
          <w:rFonts w:ascii="Arial" w:hAnsi="Arial" w:cs="Arial"/>
          <w:color w:val="000000" w:themeColor="text1"/>
          <w:lang w:val="it-IT"/>
        </w:rPr>
      </w:pPr>
      <w:r w:rsidRPr="00EC1A83">
        <w:rPr>
          <w:rFonts w:ascii="Arial" w:hAnsi="Arial" w:cs="Arial"/>
          <w:color w:val="000000" w:themeColor="text1"/>
          <w:lang w:val="it-IT"/>
        </w:rPr>
        <w:t xml:space="preserve">Tra i nuovi piloti confermati ci sono Simon Evans,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Cacá</w:t>
      </w:r>
      <w:proofErr w:type="spellEnd"/>
      <w:r w:rsidRPr="00EC1A83">
        <w:rPr>
          <w:rFonts w:ascii="Arial" w:hAnsi="Arial" w:cs="Arial"/>
          <w:color w:val="000000" w:themeColor="text1"/>
          <w:lang w:val="it-IT"/>
        </w:rPr>
        <w:t xml:space="preserve">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Bueno</w:t>
      </w:r>
      <w:proofErr w:type="spellEnd"/>
      <w:r w:rsidRPr="00EC1A83">
        <w:rPr>
          <w:rFonts w:ascii="Arial" w:hAnsi="Arial" w:cs="Arial"/>
          <w:color w:val="000000" w:themeColor="text1"/>
          <w:lang w:val="it-IT"/>
        </w:rPr>
        <w:t xml:space="preserve"> </w:t>
      </w:r>
      <w:r>
        <w:rPr>
          <w:rFonts w:ascii="Arial" w:hAnsi="Arial" w:cs="Arial"/>
          <w:color w:val="000000" w:themeColor="text1"/>
          <w:lang w:val="it-IT"/>
        </w:rPr>
        <w:t>e</w:t>
      </w:r>
      <w:r w:rsidRPr="00EC1A83">
        <w:rPr>
          <w:rFonts w:ascii="Arial" w:hAnsi="Arial" w:cs="Arial"/>
          <w:color w:val="000000" w:themeColor="text1"/>
          <w:lang w:val="it-IT"/>
        </w:rPr>
        <w:t xml:space="preserve">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Sérgio</w:t>
      </w:r>
      <w:proofErr w:type="spellEnd"/>
      <w:r w:rsidRPr="00EC1A83">
        <w:rPr>
          <w:rFonts w:ascii="Arial" w:hAnsi="Arial" w:cs="Arial"/>
          <w:color w:val="000000" w:themeColor="text1"/>
          <w:lang w:val="it-IT"/>
        </w:rPr>
        <w:t xml:space="preserve">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Jiminez</w:t>
      </w:r>
      <w:proofErr w:type="spellEnd"/>
    </w:p>
    <w:p w:rsidR="00CB7FB6" w:rsidRPr="00094B9B" w:rsidRDefault="00CB7FB6" w:rsidP="00B4171B">
      <w:pPr>
        <w:pStyle w:val="Paragrafoelenco"/>
        <w:numPr>
          <w:ilvl w:val="0"/>
          <w:numId w:val="26"/>
        </w:numPr>
        <w:spacing w:after="0" w:line="360" w:lineRule="auto"/>
        <w:ind w:left="284"/>
        <w:rPr>
          <w:rFonts w:ascii="Arial" w:hAnsi="Arial" w:cs="Arial"/>
          <w:color w:val="000000" w:themeColor="text1"/>
        </w:rPr>
      </w:pPr>
      <w:r w:rsidRPr="00094B9B">
        <w:rPr>
          <w:rFonts w:ascii="Arial" w:hAnsi="Arial" w:cs="Arial"/>
          <w:color w:val="000000" w:themeColor="text1"/>
        </w:rPr>
        <w:t xml:space="preserve">ABB </w:t>
      </w:r>
      <w:r>
        <w:rPr>
          <w:rFonts w:ascii="Arial" w:hAnsi="Arial" w:cs="Arial"/>
          <w:color w:val="000000" w:themeColor="text1"/>
        </w:rPr>
        <w:t xml:space="preserve">è </w:t>
      </w:r>
      <w:proofErr w:type="spellStart"/>
      <w:r>
        <w:rPr>
          <w:rFonts w:ascii="Arial" w:hAnsi="Arial" w:cs="Arial"/>
          <w:color w:val="000000" w:themeColor="text1"/>
        </w:rPr>
        <w:t>l’</w:t>
      </w:r>
      <w:r w:rsidRPr="00094B9B">
        <w:rPr>
          <w:rFonts w:ascii="Arial" w:hAnsi="Arial" w:cs="Arial"/>
          <w:color w:val="000000" w:themeColor="text1"/>
        </w:rPr>
        <w:t>Official</w:t>
      </w:r>
      <w:proofErr w:type="spellEnd"/>
      <w:r w:rsidRPr="00094B9B">
        <w:rPr>
          <w:rFonts w:ascii="Arial" w:hAnsi="Arial" w:cs="Arial"/>
          <w:color w:val="000000" w:themeColor="text1"/>
        </w:rPr>
        <w:t xml:space="preserve"> Charging Partner</w:t>
      </w:r>
    </w:p>
    <w:p w:rsidR="00CB7FB6" w:rsidRPr="00EC1A83" w:rsidRDefault="00CB7FB6" w:rsidP="00B4171B">
      <w:pPr>
        <w:pStyle w:val="Paragrafoelenco"/>
        <w:numPr>
          <w:ilvl w:val="0"/>
          <w:numId w:val="26"/>
        </w:numPr>
        <w:spacing w:after="0" w:line="360" w:lineRule="auto"/>
        <w:ind w:left="284"/>
        <w:rPr>
          <w:rFonts w:ascii="Arial" w:hAnsi="Arial" w:cs="Arial"/>
          <w:color w:val="000000" w:themeColor="text1"/>
          <w:lang w:val="it-IT"/>
        </w:rPr>
      </w:pPr>
      <w:r w:rsidRPr="00EC1A83">
        <w:rPr>
          <w:rFonts w:ascii="Arial" w:hAnsi="Arial" w:cs="Arial"/>
          <w:color w:val="000000" w:themeColor="text1"/>
          <w:lang w:val="it-IT"/>
        </w:rPr>
        <w:t xml:space="preserve">I primi partecipanti al trofeo hanno svolto questa settimana i test preliminari a Silverstone </w:t>
      </w:r>
    </w:p>
    <w:p w:rsidR="00CB7FB6" w:rsidRPr="00EC1A83" w:rsidRDefault="00CB7FB6" w:rsidP="00B4171B">
      <w:pPr>
        <w:pStyle w:val="Paragrafoelenco"/>
        <w:numPr>
          <w:ilvl w:val="0"/>
          <w:numId w:val="26"/>
        </w:numPr>
        <w:spacing w:after="0" w:line="360" w:lineRule="auto"/>
        <w:ind w:left="284"/>
        <w:rPr>
          <w:rFonts w:ascii="Arial" w:hAnsi="Arial" w:cs="Arial"/>
          <w:color w:val="000000" w:themeColor="text1"/>
          <w:lang w:val="it-IT"/>
        </w:rPr>
      </w:pPr>
      <w:r w:rsidRPr="00EC1A83">
        <w:rPr>
          <w:rFonts w:ascii="Arial" w:hAnsi="Arial" w:cs="Arial"/>
          <w:color w:val="000000" w:themeColor="text1"/>
          <w:lang w:val="it-IT"/>
        </w:rPr>
        <w:t xml:space="preserve">Prima gara confermata per il 15 dicembre a Ad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Diriyah</w:t>
      </w:r>
      <w:proofErr w:type="spellEnd"/>
      <w:r w:rsidRPr="00EC1A83">
        <w:rPr>
          <w:rFonts w:ascii="Arial" w:hAnsi="Arial" w:cs="Arial"/>
          <w:color w:val="000000" w:themeColor="text1"/>
          <w:lang w:val="it-IT"/>
        </w:rPr>
        <w:t>, in Arabia Saudita</w:t>
      </w:r>
    </w:p>
    <w:p w:rsidR="00CB7FB6" w:rsidRDefault="00CB7FB6" w:rsidP="00B4171B">
      <w:pPr>
        <w:spacing w:after="0" w:line="360" w:lineRule="auto"/>
        <w:rPr>
          <w:rFonts w:ascii="Arial" w:hAnsi="Arial" w:cs="Arial"/>
          <w:color w:val="000000" w:themeColor="text1"/>
          <w:lang w:val="it-IT"/>
        </w:rPr>
      </w:pPr>
    </w:p>
    <w:p w:rsidR="00B4171B" w:rsidRPr="00EC1A83" w:rsidRDefault="00B4171B" w:rsidP="00B4171B">
      <w:pPr>
        <w:spacing w:after="0" w:line="360" w:lineRule="auto"/>
        <w:rPr>
          <w:rFonts w:ascii="Arial" w:hAnsi="Arial" w:cs="Arial"/>
          <w:color w:val="000000" w:themeColor="text1"/>
          <w:lang w:val="it-IT"/>
        </w:rPr>
      </w:pP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bookmarkStart w:id="0" w:name="_GoBack"/>
      <w:bookmarkEnd w:id="0"/>
      <w:r w:rsidRPr="00EC1A83">
        <w:rPr>
          <w:rFonts w:ascii="Arial" w:hAnsi="Arial" w:cs="Arial"/>
          <w:color w:val="000000" w:themeColor="text1"/>
          <w:lang w:val="it-IT"/>
        </w:rPr>
        <w:t xml:space="preserve">Jaguar Racing ha comunicato i </w:t>
      </w:r>
      <w:r w:rsidR="007D0F47">
        <w:rPr>
          <w:rFonts w:ascii="Arial" w:hAnsi="Arial" w:cs="Arial"/>
          <w:color w:val="000000" w:themeColor="text1"/>
          <w:lang w:val="it-IT"/>
        </w:rPr>
        <w:t>nominativi</w:t>
      </w:r>
      <w:r w:rsidRPr="00EC1A83">
        <w:rPr>
          <w:rFonts w:ascii="Arial" w:hAnsi="Arial" w:cs="Arial"/>
          <w:color w:val="000000" w:themeColor="text1"/>
          <w:lang w:val="it-IT"/>
        </w:rPr>
        <w:t xml:space="preserve"> di a</w:t>
      </w:r>
      <w:r w:rsidR="00BB000B">
        <w:rPr>
          <w:rFonts w:ascii="Arial" w:hAnsi="Arial" w:cs="Arial"/>
          <w:color w:val="000000" w:themeColor="text1"/>
          <w:lang w:val="it-IT"/>
        </w:rPr>
        <w:t>ltri piloti che gareggeranno nel</w:t>
      </w:r>
      <w:r w:rsidRPr="00EC1A83">
        <w:rPr>
          <w:rFonts w:ascii="Arial" w:hAnsi="Arial" w:cs="Arial"/>
          <w:color w:val="000000" w:themeColor="text1"/>
          <w:lang w:val="it-IT"/>
        </w:rPr>
        <w:t xml:space="preserve"> Jaguar I-PACE eTROPHY, </w:t>
      </w:r>
      <w:r>
        <w:rPr>
          <w:rFonts w:ascii="Arial" w:hAnsi="Arial" w:cs="Arial"/>
          <w:color w:val="000000" w:themeColor="text1"/>
          <w:lang w:val="it-IT"/>
        </w:rPr>
        <w:t xml:space="preserve">la prima competizione al mondo riservata alle auto elettriche di serie. </w:t>
      </w:r>
      <w:r w:rsidRPr="00EC1A83">
        <w:rPr>
          <w:rFonts w:ascii="Arial" w:hAnsi="Arial" w:cs="Arial"/>
          <w:color w:val="000000" w:themeColor="text1"/>
          <w:lang w:val="it-IT"/>
        </w:rPr>
        <w:t xml:space="preserve"> </w:t>
      </w: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EC1A83">
        <w:rPr>
          <w:rFonts w:ascii="Arial" w:hAnsi="Arial" w:cs="Arial"/>
          <w:color w:val="000000" w:themeColor="text1"/>
          <w:lang w:val="it-IT"/>
        </w:rPr>
        <w:t xml:space="preserve">Questa settimana a Silverstone, </w:t>
      </w:r>
      <w:r w:rsidR="006F5197">
        <w:rPr>
          <w:rFonts w:ascii="Arial" w:hAnsi="Arial" w:cs="Arial"/>
          <w:color w:val="000000" w:themeColor="text1"/>
          <w:lang w:val="it-IT"/>
        </w:rPr>
        <w:t>i</w:t>
      </w:r>
      <w:r w:rsidRPr="00EC1A83">
        <w:rPr>
          <w:rFonts w:ascii="Arial" w:hAnsi="Arial" w:cs="Arial"/>
          <w:color w:val="000000" w:themeColor="text1"/>
          <w:lang w:val="it-IT"/>
        </w:rPr>
        <w:t xml:space="preserve"> team </w:t>
      </w:r>
      <w:r w:rsidR="00BD1124">
        <w:rPr>
          <w:rFonts w:ascii="Arial" w:hAnsi="Arial" w:cs="Arial"/>
          <w:color w:val="000000" w:themeColor="text1"/>
          <w:lang w:val="it-IT"/>
        </w:rPr>
        <w:t xml:space="preserve">già </w:t>
      </w:r>
      <w:r w:rsidRPr="00EC1A83">
        <w:rPr>
          <w:rFonts w:ascii="Arial" w:hAnsi="Arial" w:cs="Arial"/>
          <w:color w:val="000000" w:themeColor="text1"/>
          <w:lang w:val="it-IT"/>
        </w:rPr>
        <w:t xml:space="preserve">iscritti al </w:t>
      </w:r>
      <w:r w:rsidR="006D228B">
        <w:rPr>
          <w:rFonts w:ascii="Arial" w:hAnsi="Arial" w:cs="Arial"/>
          <w:color w:val="000000" w:themeColor="text1"/>
          <w:lang w:val="it-IT"/>
        </w:rPr>
        <w:t>C</w:t>
      </w:r>
      <w:r w:rsidRPr="00EC1A83">
        <w:rPr>
          <w:rFonts w:ascii="Arial" w:hAnsi="Arial" w:cs="Arial"/>
          <w:color w:val="000000" w:themeColor="text1"/>
          <w:lang w:val="it-IT"/>
        </w:rPr>
        <w:t>ampionato hanno preso in consegna le loro Jaguar I-PACE in versione da gara ed</w:t>
      </w:r>
      <w:r>
        <w:rPr>
          <w:rFonts w:ascii="Arial" w:hAnsi="Arial" w:cs="Arial"/>
          <w:color w:val="000000" w:themeColor="text1"/>
          <w:lang w:val="it-IT"/>
        </w:rPr>
        <w:t xml:space="preserve"> </w:t>
      </w:r>
      <w:r w:rsidRPr="00EC1A83">
        <w:rPr>
          <w:rFonts w:ascii="Arial" w:hAnsi="Arial" w:cs="Arial"/>
          <w:color w:val="000000" w:themeColor="text1"/>
          <w:lang w:val="it-IT"/>
        </w:rPr>
        <w:t xml:space="preserve">hanno effettuato </w:t>
      </w:r>
      <w:r w:rsidR="006F5197">
        <w:rPr>
          <w:rFonts w:ascii="Arial" w:hAnsi="Arial" w:cs="Arial"/>
          <w:color w:val="000000" w:themeColor="text1"/>
          <w:lang w:val="it-IT"/>
        </w:rPr>
        <w:t>i</w:t>
      </w:r>
      <w:r w:rsidRPr="00EC1A83">
        <w:rPr>
          <w:rFonts w:ascii="Arial" w:hAnsi="Arial" w:cs="Arial"/>
          <w:color w:val="000000" w:themeColor="text1"/>
          <w:lang w:val="it-IT"/>
        </w:rPr>
        <w:t xml:space="preserve"> loro primi test preliminari.  </w:t>
      </w: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CB7FB6" w:rsidRPr="00CB7FB6" w:rsidRDefault="00CB7FB6" w:rsidP="006F5197">
      <w:pPr>
        <w:spacing w:after="0" w:line="360" w:lineRule="auto"/>
        <w:jc w:val="both"/>
        <w:rPr>
          <w:rFonts w:ascii="Arial" w:hAnsi="Arial" w:cs="Arial"/>
          <w:lang w:val="it-IT"/>
        </w:rPr>
      </w:pP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Cacá</w:t>
      </w:r>
      <w:proofErr w:type="spellEnd"/>
      <w:r w:rsidRPr="00EC1A83">
        <w:rPr>
          <w:rFonts w:ascii="Arial" w:hAnsi="Arial" w:cs="Arial"/>
          <w:color w:val="000000" w:themeColor="text1"/>
          <w:lang w:val="it-IT"/>
        </w:rPr>
        <w:t xml:space="preserve">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Bueno</w:t>
      </w:r>
      <w:proofErr w:type="spellEnd"/>
      <w:r w:rsidRPr="00EC1A83">
        <w:rPr>
          <w:rFonts w:ascii="Arial" w:hAnsi="Arial" w:cs="Arial"/>
          <w:color w:val="000000" w:themeColor="text1"/>
          <w:lang w:val="it-IT"/>
        </w:rPr>
        <w:t xml:space="preserve">, cinque volte vincitore della Stock Car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Brasil</w:t>
      </w:r>
      <w:proofErr w:type="spellEnd"/>
      <w:r w:rsidRPr="00EC1A83">
        <w:rPr>
          <w:rFonts w:ascii="Arial" w:hAnsi="Arial" w:cs="Arial"/>
          <w:color w:val="000000" w:themeColor="text1"/>
          <w:lang w:val="it-IT"/>
        </w:rPr>
        <w:t xml:space="preserve">, e il suo compagno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Sérgio</w:t>
      </w:r>
      <w:proofErr w:type="spellEnd"/>
      <w:r w:rsidRPr="00EC1A83">
        <w:rPr>
          <w:rFonts w:ascii="Arial" w:hAnsi="Arial" w:cs="Arial"/>
          <w:color w:val="000000" w:themeColor="text1"/>
          <w:lang w:val="it-IT"/>
        </w:rPr>
        <w:t xml:space="preserve">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Jiminez</w:t>
      </w:r>
      <w:proofErr w:type="spellEnd"/>
      <w:r>
        <w:rPr>
          <w:rFonts w:ascii="Arial" w:hAnsi="Arial" w:cs="Arial"/>
          <w:color w:val="000000" w:themeColor="text1"/>
          <w:lang w:val="it-IT"/>
        </w:rPr>
        <w:t xml:space="preserve"> saranno i piloti ufficiali della </w:t>
      </w:r>
      <w:r w:rsidRPr="00EC1A83">
        <w:rPr>
          <w:rFonts w:ascii="Arial" w:hAnsi="Arial" w:cs="Arial"/>
          <w:color w:val="000000" w:themeColor="text1"/>
          <w:lang w:val="it-IT"/>
        </w:rPr>
        <w:t xml:space="preserve">Jaguar Brazil Racing. Le due vetture del team saranno sponsorizzate sia dalla </w:t>
      </w:r>
      <w:r w:rsidRPr="00EC1A83">
        <w:rPr>
          <w:rFonts w:ascii="Arial" w:hAnsi="Arial" w:cs="Arial"/>
          <w:lang w:val="it-IT"/>
        </w:rPr>
        <w:t xml:space="preserve">ZEG Environmental, azienda con sede a </w:t>
      </w:r>
      <w:r>
        <w:rPr>
          <w:rFonts w:ascii="Arial" w:hAnsi="Arial" w:cs="Arial"/>
          <w:lang w:val="it-IT"/>
        </w:rPr>
        <w:t xml:space="preserve">San Paolo che investe in tecnologie innovative e in progetti riguardanti l’energia rinnovabile, sia da </w:t>
      </w:r>
      <w:proofErr w:type="spellStart"/>
      <w:r w:rsidRPr="00EC1A83">
        <w:rPr>
          <w:rFonts w:ascii="Arial" w:hAnsi="Arial" w:cs="Arial"/>
          <w:lang w:val="it-IT"/>
        </w:rPr>
        <w:t>iCarros</w:t>
      </w:r>
      <w:proofErr w:type="spellEnd"/>
      <w:r w:rsidRPr="00EC1A83">
        <w:rPr>
          <w:rFonts w:ascii="Arial" w:hAnsi="Arial" w:cs="Arial"/>
          <w:lang w:val="it-IT"/>
        </w:rPr>
        <w:t xml:space="preserve">, </w:t>
      </w:r>
      <w:r>
        <w:rPr>
          <w:rFonts w:ascii="Arial" w:hAnsi="Arial" w:cs="Arial"/>
          <w:lang w:val="it-IT"/>
        </w:rPr>
        <w:t xml:space="preserve">il più grande portale online brasiliano per la vendita di auto. </w:t>
      </w:r>
    </w:p>
    <w:p w:rsidR="00CB7FB6" w:rsidRPr="00CB7FB6" w:rsidRDefault="00CB7FB6" w:rsidP="006F5197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CB7FB6" w:rsidRPr="00CB7FB6" w:rsidRDefault="00CB7FB6" w:rsidP="006F5197">
      <w:pPr>
        <w:spacing w:after="0" w:line="36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EC1A83">
        <w:rPr>
          <w:rFonts w:ascii="Arial" w:hAnsi="Arial" w:cs="Arial"/>
          <w:lang w:val="it-IT"/>
        </w:rPr>
        <w:t xml:space="preserve">Confermata anche la presenza di Simon Evans, fratello </w:t>
      </w:r>
      <w:r w:rsidR="00BB000B">
        <w:rPr>
          <w:rFonts w:ascii="Arial" w:hAnsi="Arial" w:cs="Arial"/>
          <w:lang w:val="it-IT"/>
        </w:rPr>
        <w:t>d</w:t>
      </w:r>
      <w:r w:rsidR="00B6746D">
        <w:rPr>
          <w:rFonts w:ascii="Arial" w:hAnsi="Arial" w:cs="Arial"/>
          <w:lang w:val="it-IT"/>
        </w:rPr>
        <w:t>el</w:t>
      </w:r>
      <w:r w:rsidR="00BB000B">
        <w:rPr>
          <w:rFonts w:ascii="Arial" w:hAnsi="Arial" w:cs="Arial"/>
          <w:lang w:val="it-IT"/>
        </w:rPr>
        <w:t xml:space="preserve"> </w:t>
      </w:r>
      <w:r w:rsidRPr="00EC1A83">
        <w:rPr>
          <w:rFonts w:ascii="Arial" w:hAnsi="Arial" w:cs="Arial"/>
          <w:lang w:val="it-IT"/>
        </w:rPr>
        <w:t>pilota della Panasonic Jaguar Racing</w:t>
      </w:r>
      <w:r w:rsidR="00B6746D">
        <w:rPr>
          <w:rFonts w:ascii="Arial" w:hAnsi="Arial" w:cs="Arial"/>
          <w:lang w:val="it-IT"/>
        </w:rPr>
        <w:t xml:space="preserve"> </w:t>
      </w:r>
      <w:proofErr w:type="spellStart"/>
      <w:r w:rsidR="00B6746D">
        <w:rPr>
          <w:rFonts w:ascii="Arial" w:hAnsi="Arial" w:cs="Arial"/>
          <w:lang w:val="it-IT"/>
        </w:rPr>
        <w:t>Mitch</w:t>
      </w:r>
      <w:proofErr w:type="spellEnd"/>
      <w:r w:rsidR="00B6746D">
        <w:rPr>
          <w:rFonts w:ascii="Arial" w:hAnsi="Arial" w:cs="Arial"/>
          <w:lang w:val="it-IT"/>
        </w:rPr>
        <w:t xml:space="preserve"> Evans</w:t>
      </w:r>
      <w:r w:rsidRPr="00EC1A83">
        <w:rPr>
          <w:rFonts w:ascii="Arial" w:hAnsi="Arial" w:cs="Arial"/>
          <w:lang w:val="it-IT"/>
        </w:rPr>
        <w:t>, che gareggerà con un team mul</w:t>
      </w:r>
      <w:r>
        <w:rPr>
          <w:rFonts w:ascii="Arial" w:hAnsi="Arial" w:cs="Arial"/>
          <w:lang w:val="it-IT"/>
        </w:rPr>
        <w:t>t</w:t>
      </w:r>
      <w:r w:rsidRPr="00EC1A83">
        <w:rPr>
          <w:rFonts w:ascii="Arial" w:hAnsi="Arial" w:cs="Arial"/>
          <w:lang w:val="it-IT"/>
        </w:rPr>
        <w:t>i</w:t>
      </w:r>
      <w:r>
        <w:rPr>
          <w:rFonts w:ascii="Arial" w:hAnsi="Arial" w:cs="Arial"/>
          <w:lang w:val="it-IT"/>
        </w:rPr>
        <w:t>-</w:t>
      </w:r>
      <w:r w:rsidRPr="00EC1A83">
        <w:rPr>
          <w:rFonts w:ascii="Arial" w:hAnsi="Arial" w:cs="Arial"/>
          <w:lang w:val="it-IT"/>
        </w:rPr>
        <w:t xml:space="preserve">sponsor della regione Asia–Pacifico. I piloti </w:t>
      </w:r>
      <w:proofErr w:type="spellStart"/>
      <w:r w:rsidRPr="00EC1A83">
        <w:rPr>
          <w:rFonts w:ascii="Arial" w:hAnsi="Arial" w:cs="Arial"/>
          <w:lang w:val="it-IT"/>
        </w:rPr>
        <w:t>Katherine</w:t>
      </w:r>
      <w:proofErr w:type="spellEnd"/>
      <w:r w:rsidRPr="00EC1A83">
        <w:rPr>
          <w:rFonts w:ascii="Arial" w:hAnsi="Arial" w:cs="Arial"/>
          <w:lang w:val="it-IT"/>
        </w:rPr>
        <w:t xml:space="preserve"> Legge e Bryan Sellers, del team statunitense </w:t>
      </w:r>
      <w:proofErr w:type="spellStart"/>
      <w:r w:rsidRPr="00EC1A83">
        <w:rPr>
          <w:rFonts w:ascii="Arial" w:hAnsi="Arial" w:cs="Arial"/>
          <w:lang w:val="it-IT"/>
        </w:rPr>
        <w:t>Rahal</w:t>
      </w:r>
      <w:proofErr w:type="spellEnd"/>
      <w:r w:rsidRPr="00EC1A83">
        <w:rPr>
          <w:rFonts w:ascii="Arial" w:hAnsi="Arial" w:cs="Arial"/>
          <w:lang w:val="it-IT"/>
        </w:rPr>
        <w:t xml:space="preserve"> Letterman </w:t>
      </w:r>
      <w:proofErr w:type="spellStart"/>
      <w:r w:rsidRPr="00EC1A83">
        <w:rPr>
          <w:rFonts w:ascii="Arial" w:hAnsi="Arial" w:cs="Arial"/>
          <w:lang w:val="it-IT"/>
        </w:rPr>
        <w:t>Lanigan</w:t>
      </w:r>
      <w:proofErr w:type="spellEnd"/>
      <w:r w:rsidRPr="00EC1A83">
        <w:rPr>
          <w:rFonts w:ascii="Arial" w:hAnsi="Arial" w:cs="Arial"/>
          <w:lang w:val="it-IT"/>
        </w:rPr>
        <w:t>, hanno invece preso possesso delle loro auto e percorso alcuni prezios</w:t>
      </w:r>
      <w:r w:rsidR="002D1866">
        <w:rPr>
          <w:rFonts w:ascii="Arial" w:hAnsi="Arial" w:cs="Arial"/>
          <w:lang w:val="it-IT"/>
        </w:rPr>
        <w:t>issimi chilometri per testare le</w:t>
      </w:r>
      <w:r w:rsidRPr="00EC1A83">
        <w:rPr>
          <w:rFonts w:ascii="Arial" w:hAnsi="Arial" w:cs="Arial"/>
          <w:lang w:val="it-IT"/>
        </w:rPr>
        <w:t xml:space="preserve"> </w:t>
      </w:r>
      <w:r w:rsidR="002D1866">
        <w:rPr>
          <w:rFonts w:ascii="Arial" w:hAnsi="Arial" w:cs="Arial"/>
          <w:lang w:val="it-IT"/>
        </w:rPr>
        <w:t>vetture</w:t>
      </w:r>
      <w:r w:rsidRPr="00EC1A83">
        <w:rPr>
          <w:rFonts w:ascii="Arial" w:hAnsi="Arial" w:cs="Arial"/>
          <w:lang w:val="it-IT"/>
        </w:rPr>
        <w:t xml:space="preserve">. </w:t>
      </w:r>
    </w:p>
    <w:p w:rsidR="00CB7FB6" w:rsidRPr="00CB7FB6" w:rsidRDefault="00CB7FB6" w:rsidP="006F5197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EC1A83">
        <w:rPr>
          <w:rFonts w:ascii="Arial" w:hAnsi="Arial" w:cs="Arial"/>
          <w:lang w:val="it-IT"/>
        </w:rPr>
        <w:t xml:space="preserve">A breve saranno </w:t>
      </w:r>
      <w:r w:rsidR="002D1866">
        <w:rPr>
          <w:rFonts w:ascii="Arial" w:hAnsi="Arial" w:cs="Arial"/>
          <w:lang w:val="it-IT"/>
        </w:rPr>
        <w:t>annunciati</w:t>
      </w:r>
      <w:r w:rsidRPr="00EC1A83">
        <w:rPr>
          <w:rFonts w:ascii="Arial" w:hAnsi="Arial" w:cs="Arial"/>
          <w:lang w:val="it-IT"/>
        </w:rPr>
        <w:t xml:space="preserve"> altri team con </w:t>
      </w:r>
      <w:r w:rsidR="002D1866">
        <w:rPr>
          <w:rFonts w:ascii="Arial" w:hAnsi="Arial" w:cs="Arial"/>
          <w:lang w:val="it-IT"/>
        </w:rPr>
        <w:t>i</w:t>
      </w:r>
      <w:r w:rsidRPr="00EC1A83">
        <w:rPr>
          <w:rFonts w:ascii="Arial" w:hAnsi="Arial" w:cs="Arial"/>
          <w:lang w:val="it-IT"/>
        </w:rPr>
        <w:t xml:space="preserve"> </w:t>
      </w:r>
      <w:r w:rsidR="002D1866">
        <w:rPr>
          <w:rFonts w:ascii="Arial" w:hAnsi="Arial" w:cs="Arial"/>
          <w:lang w:val="it-IT"/>
        </w:rPr>
        <w:t>relativi</w:t>
      </w:r>
      <w:r w:rsidRPr="00EC1A83">
        <w:rPr>
          <w:rFonts w:ascii="Arial" w:hAnsi="Arial" w:cs="Arial"/>
          <w:lang w:val="it-IT"/>
        </w:rPr>
        <w:t xml:space="preserve"> piloti, provenienti dalla Cina, il Medio Oriente e l’Europa. I test preliminari sono stati effettuati anche da un team </w:t>
      </w:r>
      <w:r w:rsidR="002D1866">
        <w:rPr>
          <w:rFonts w:ascii="Arial" w:hAnsi="Arial" w:cs="Arial"/>
          <w:lang w:val="it-IT"/>
        </w:rPr>
        <w:t>t</w:t>
      </w:r>
      <w:r w:rsidRPr="00EC1A83">
        <w:rPr>
          <w:rFonts w:ascii="Arial" w:hAnsi="Arial" w:cs="Arial"/>
          <w:lang w:val="it-IT"/>
        </w:rPr>
        <w:t>edesco, che nelle prossime setti</w:t>
      </w:r>
      <w:r w:rsidR="002D1866">
        <w:rPr>
          <w:rFonts w:ascii="Arial" w:hAnsi="Arial" w:cs="Arial"/>
          <w:lang w:val="it-IT"/>
        </w:rPr>
        <w:t>mane presenterà il nome della squadra e</w:t>
      </w:r>
      <w:r w:rsidRPr="00EC1A83">
        <w:rPr>
          <w:rFonts w:ascii="Arial" w:hAnsi="Arial" w:cs="Arial"/>
          <w:lang w:val="it-IT"/>
        </w:rPr>
        <w:t xml:space="preserve"> dei piloti.  </w:t>
      </w: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EC1A83">
        <w:rPr>
          <w:rFonts w:ascii="Arial" w:hAnsi="Arial" w:cs="Arial"/>
          <w:color w:val="000000" w:themeColor="text1"/>
          <w:lang w:val="it-IT"/>
        </w:rPr>
        <w:t xml:space="preserve">I test sul circuito di Silverstone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Stowe</w:t>
      </w:r>
      <w:proofErr w:type="spellEnd"/>
      <w:r w:rsidRPr="00EC1A83">
        <w:rPr>
          <w:rFonts w:ascii="Arial" w:hAnsi="Arial" w:cs="Arial"/>
          <w:color w:val="000000" w:themeColor="text1"/>
          <w:lang w:val="it-IT"/>
        </w:rPr>
        <w:t xml:space="preserve"> hanno consentito alle squadre di provare per la prima volta le prestazioni dinamiche di queste vetture elettriche. I piloti hanno avuto anche l’opportunità di incontrare </w:t>
      </w:r>
      <w:r w:rsidR="00E539F1">
        <w:rPr>
          <w:rFonts w:ascii="Arial" w:hAnsi="Arial" w:cs="Arial"/>
          <w:color w:val="000000" w:themeColor="text1"/>
          <w:lang w:val="it-IT"/>
        </w:rPr>
        <w:t>i</w:t>
      </w:r>
      <w:r w:rsidRPr="00EC1A83">
        <w:rPr>
          <w:rFonts w:ascii="Arial" w:hAnsi="Arial" w:cs="Arial"/>
          <w:color w:val="000000" w:themeColor="text1"/>
          <w:lang w:val="it-IT"/>
        </w:rPr>
        <w:t xml:space="preserve"> tecnici e gli ingegneri dell’eTROPHY, consentendo loro di sviluppare strategie e assetti da corsa per la prima gara, che si terrà a dicembre</w:t>
      </w:r>
      <w:r w:rsidR="00B6746D">
        <w:rPr>
          <w:rFonts w:ascii="Arial" w:hAnsi="Arial" w:cs="Arial"/>
          <w:color w:val="000000" w:themeColor="text1"/>
          <w:lang w:val="it-IT"/>
        </w:rPr>
        <w:t xml:space="preserve"> sul circuito di </w:t>
      </w:r>
      <w:r w:rsidRPr="00EC1A83">
        <w:rPr>
          <w:rFonts w:ascii="Arial" w:hAnsi="Arial" w:cs="Arial"/>
          <w:color w:val="000000" w:themeColor="text1"/>
          <w:lang w:val="it-IT"/>
        </w:rPr>
        <w:t xml:space="preserve">Ad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Diriyah</w:t>
      </w:r>
      <w:proofErr w:type="spellEnd"/>
      <w:r w:rsidRPr="00EC1A83">
        <w:rPr>
          <w:rFonts w:ascii="Arial" w:hAnsi="Arial" w:cs="Arial"/>
          <w:color w:val="000000" w:themeColor="text1"/>
          <w:lang w:val="it-IT"/>
        </w:rPr>
        <w:t xml:space="preserve">, </w:t>
      </w:r>
      <w:r>
        <w:rPr>
          <w:rFonts w:ascii="Arial" w:hAnsi="Arial" w:cs="Arial"/>
          <w:color w:val="000000" w:themeColor="text1"/>
          <w:lang w:val="it-IT"/>
        </w:rPr>
        <w:t>in Arabia Saudita</w:t>
      </w:r>
      <w:r w:rsidRPr="00EC1A83">
        <w:rPr>
          <w:rFonts w:ascii="Arial" w:hAnsi="Arial" w:cs="Arial"/>
          <w:color w:val="000000" w:themeColor="text1"/>
          <w:lang w:val="it-IT"/>
        </w:rPr>
        <w:t xml:space="preserve">. </w:t>
      </w: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B4171B" w:rsidRDefault="00B4171B" w:rsidP="006F519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lang w:val="it-IT"/>
        </w:rPr>
      </w:pP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lang w:val="it-IT"/>
        </w:rPr>
      </w:pPr>
      <w:r w:rsidRPr="00EC1A83">
        <w:rPr>
          <w:rFonts w:ascii="Arial" w:hAnsi="Arial" w:cs="Arial"/>
          <w:b/>
          <w:color w:val="000000" w:themeColor="text1"/>
          <w:lang w:val="it-IT"/>
        </w:rPr>
        <w:t xml:space="preserve">Marion </w:t>
      </w:r>
      <w:proofErr w:type="spellStart"/>
      <w:r w:rsidRPr="00EC1A83">
        <w:rPr>
          <w:rFonts w:ascii="Arial" w:hAnsi="Arial" w:cs="Arial"/>
          <w:b/>
          <w:color w:val="000000" w:themeColor="text1"/>
          <w:lang w:val="it-IT"/>
        </w:rPr>
        <w:t>Barnaby</w:t>
      </w:r>
      <w:proofErr w:type="spellEnd"/>
      <w:r w:rsidRPr="00EC1A83">
        <w:rPr>
          <w:rFonts w:ascii="Arial" w:hAnsi="Arial" w:cs="Arial"/>
          <w:b/>
          <w:color w:val="000000" w:themeColor="text1"/>
          <w:lang w:val="it-IT"/>
        </w:rPr>
        <w:t>, Championship Manager del Jaguar I-PACE eTROPHY, ha detto</w:t>
      </w:r>
      <w:r w:rsidRPr="00EC1A83">
        <w:rPr>
          <w:rFonts w:ascii="Arial" w:hAnsi="Arial" w:cs="Arial"/>
          <w:color w:val="000000" w:themeColor="text1"/>
          <w:lang w:val="it-IT"/>
        </w:rPr>
        <w:t xml:space="preserve">: </w:t>
      </w:r>
      <w:r w:rsidRPr="00EC1A83">
        <w:rPr>
          <w:rFonts w:ascii="Arial" w:hAnsi="Arial" w:cs="Arial"/>
          <w:i/>
          <w:color w:val="000000" w:themeColor="text1"/>
          <w:lang w:val="it-IT"/>
        </w:rPr>
        <w:t>“I test di questa settimana hanno confermato che il Jaguar I-PACE eTROPHY si appresta ad offrire gare molto emozionanti e competitive. Il livello qualitativo dei piloti è davvero elevato e con cinque continenti schierati sul</w:t>
      </w:r>
      <w:r w:rsidR="006D228B">
        <w:rPr>
          <w:rFonts w:ascii="Arial" w:hAnsi="Arial" w:cs="Arial"/>
          <w:i/>
          <w:color w:val="000000" w:themeColor="text1"/>
          <w:lang w:val="it-IT"/>
        </w:rPr>
        <w:t>la griglia di partenza sarà un C</w:t>
      </w:r>
      <w:r w:rsidRPr="00EC1A83">
        <w:rPr>
          <w:rFonts w:ascii="Arial" w:hAnsi="Arial" w:cs="Arial"/>
          <w:i/>
          <w:color w:val="000000" w:themeColor="text1"/>
          <w:lang w:val="it-IT"/>
        </w:rPr>
        <w:t>ampionato veramente internazional</w:t>
      </w:r>
      <w:r w:rsidR="00E539F1">
        <w:rPr>
          <w:rFonts w:ascii="Arial" w:hAnsi="Arial" w:cs="Arial"/>
          <w:i/>
          <w:color w:val="000000" w:themeColor="text1"/>
          <w:lang w:val="it-IT"/>
        </w:rPr>
        <w:t>e</w:t>
      </w:r>
      <w:r w:rsidRPr="00EC1A83">
        <w:rPr>
          <w:rFonts w:ascii="Arial" w:hAnsi="Arial" w:cs="Arial"/>
          <w:i/>
          <w:color w:val="000000" w:themeColor="text1"/>
          <w:lang w:val="it-IT"/>
        </w:rPr>
        <w:t>. Siamo ansiosi di presentare gli ulteriori partecipanti e di</w:t>
      </w:r>
      <w:r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completare i test prima del debutto </w:t>
      </w:r>
      <w:r w:rsidR="00B6746D">
        <w:rPr>
          <w:rFonts w:ascii="Arial" w:hAnsi="Arial" w:cs="Arial"/>
          <w:i/>
          <w:color w:val="000000" w:themeColor="text1"/>
          <w:lang w:val="it-IT"/>
        </w:rPr>
        <w:t>di</w:t>
      </w:r>
      <w:r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Ad </w:t>
      </w:r>
      <w:proofErr w:type="spellStart"/>
      <w:r w:rsidRPr="00EC1A83">
        <w:rPr>
          <w:rFonts w:ascii="Arial" w:hAnsi="Arial" w:cs="Arial"/>
          <w:i/>
          <w:color w:val="000000" w:themeColor="text1"/>
          <w:lang w:val="it-IT"/>
        </w:rPr>
        <w:t>Diriyah</w:t>
      </w:r>
      <w:proofErr w:type="spellEnd"/>
      <w:r w:rsidRPr="00EC1A83">
        <w:rPr>
          <w:rFonts w:ascii="Arial" w:hAnsi="Arial" w:cs="Arial"/>
          <w:i/>
          <w:color w:val="000000" w:themeColor="text1"/>
          <w:lang w:val="it-IT"/>
        </w:rPr>
        <w:t xml:space="preserve"> </w:t>
      </w:r>
      <w:r>
        <w:rPr>
          <w:rFonts w:ascii="Arial" w:hAnsi="Arial" w:cs="Arial"/>
          <w:i/>
          <w:color w:val="000000" w:themeColor="text1"/>
          <w:lang w:val="it-IT"/>
        </w:rPr>
        <w:t xml:space="preserve">il 15 </w:t>
      </w:r>
      <w:r w:rsidR="00F75A2B">
        <w:rPr>
          <w:rFonts w:ascii="Arial" w:hAnsi="Arial" w:cs="Arial"/>
          <w:i/>
          <w:color w:val="000000" w:themeColor="text1"/>
          <w:lang w:val="it-IT"/>
        </w:rPr>
        <w:t>dicembre.</w:t>
      </w:r>
      <w:r w:rsidRPr="00EC1A83">
        <w:rPr>
          <w:rFonts w:ascii="Arial" w:hAnsi="Arial" w:cs="Arial"/>
          <w:i/>
          <w:color w:val="000000" w:themeColor="text1"/>
          <w:vertAlign w:val="superscript"/>
          <w:lang w:val="it-IT"/>
        </w:rPr>
        <w:t>”</w:t>
      </w: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lang w:val="it-IT"/>
        </w:rPr>
      </w:pPr>
      <w:proofErr w:type="spellStart"/>
      <w:r w:rsidRPr="00EC1A83">
        <w:rPr>
          <w:rFonts w:ascii="Arial" w:hAnsi="Arial" w:cs="Arial"/>
          <w:b/>
          <w:color w:val="000000" w:themeColor="text1"/>
          <w:lang w:val="it-IT"/>
        </w:rPr>
        <w:t>Cacá</w:t>
      </w:r>
      <w:proofErr w:type="spellEnd"/>
      <w:r w:rsidRPr="00EC1A83">
        <w:rPr>
          <w:rFonts w:ascii="Arial" w:hAnsi="Arial" w:cs="Arial"/>
          <w:b/>
          <w:color w:val="000000" w:themeColor="text1"/>
          <w:lang w:val="it-IT"/>
        </w:rPr>
        <w:t xml:space="preserve"> </w:t>
      </w:r>
      <w:proofErr w:type="spellStart"/>
      <w:r w:rsidRPr="00EC1A83">
        <w:rPr>
          <w:rFonts w:ascii="Arial" w:hAnsi="Arial" w:cs="Arial"/>
          <w:b/>
          <w:color w:val="000000" w:themeColor="text1"/>
          <w:lang w:val="it-IT"/>
        </w:rPr>
        <w:t>Bueno</w:t>
      </w:r>
      <w:proofErr w:type="spellEnd"/>
      <w:r w:rsidRPr="00EC1A83">
        <w:rPr>
          <w:rFonts w:ascii="Arial" w:hAnsi="Arial" w:cs="Arial"/>
          <w:b/>
          <w:color w:val="000000" w:themeColor="text1"/>
          <w:lang w:val="it-IT"/>
        </w:rPr>
        <w:t xml:space="preserve"> ha </w:t>
      </w:r>
      <w:r w:rsidR="00F75A2B">
        <w:rPr>
          <w:rFonts w:ascii="Arial" w:hAnsi="Arial" w:cs="Arial"/>
          <w:b/>
          <w:color w:val="000000" w:themeColor="text1"/>
          <w:lang w:val="it-IT"/>
        </w:rPr>
        <w:t>dichiarato</w:t>
      </w:r>
      <w:r w:rsidRPr="00EC1A83">
        <w:rPr>
          <w:rFonts w:ascii="Arial" w:hAnsi="Arial" w:cs="Arial"/>
          <w:color w:val="000000" w:themeColor="text1"/>
          <w:lang w:val="it-IT"/>
        </w:rPr>
        <w:t xml:space="preserve">: 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“Sono molto felice di essere qui. </w:t>
      </w:r>
      <w:r>
        <w:rPr>
          <w:rFonts w:ascii="Arial" w:hAnsi="Arial" w:cs="Arial"/>
          <w:i/>
          <w:color w:val="000000" w:themeColor="text1"/>
          <w:lang w:val="it-IT"/>
        </w:rPr>
        <w:t>La vettura è veramente divertente da guidare</w:t>
      </w:r>
      <w:r w:rsidR="00E539F1">
        <w:rPr>
          <w:rFonts w:ascii="Arial" w:hAnsi="Arial" w:cs="Arial"/>
          <w:i/>
          <w:color w:val="000000" w:themeColor="text1"/>
          <w:lang w:val="it-IT"/>
        </w:rPr>
        <w:t>.</w:t>
      </w:r>
      <w:r>
        <w:rPr>
          <w:rFonts w:ascii="Arial" w:hAnsi="Arial" w:cs="Arial"/>
          <w:i/>
          <w:color w:val="000000" w:themeColor="text1"/>
          <w:lang w:val="it-IT"/>
        </w:rPr>
        <w:t xml:space="preserve"> anche </w:t>
      </w:r>
      <w:r w:rsidR="00E539F1">
        <w:rPr>
          <w:rFonts w:ascii="Arial" w:hAnsi="Arial" w:cs="Arial"/>
          <w:i/>
          <w:color w:val="000000" w:themeColor="text1"/>
          <w:lang w:val="it-IT"/>
        </w:rPr>
        <w:t xml:space="preserve">se </w:t>
      </w:r>
      <w:r>
        <w:rPr>
          <w:rFonts w:ascii="Arial" w:hAnsi="Arial" w:cs="Arial"/>
          <w:i/>
          <w:color w:val="000000" w:themeColor="text1"/>
          <w:lang w:val="it-IT"/>
        </w:rPr>
        <w:t xml:space="preserve">diversa dalle solite auto da corsa, per questo stiamo cercando di apprendere il più possibile su di lei. </w:t>
      </w:r>
      <w:r w:rsidRPr="00EC1A83">
        <w:rPr>
          <w:rFonts w:ascii="Arial" w:hAnsi="Arial" w:cs="Arial"/>
          <w:i/>
          <w:color w:val="000000" w:themeColor="text1"/>
          <w:lang w:val="it-IT"/>
        </w:rPr>
        <w:t>Sergio</w:t>
      </w:r>
      <w:r w:rsidR="00F75A2B">
        <w:rPr>
          <w:rFonts w:ascii="Arial" w:hAnsi="Arial" w:cs="Arial"/>
          <w:i/>
          <w:color w:val="000000" w:themeColor="text1"/>
          <w:lang w:val="it-IT"/>
        </w:rPr>
        <w:t xml:space="preserve"> ed io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 abbiamo una grande esperienza e abbiamo </w:t>
      </w:r>
      <w:r w:rsidR="00F75A2B">
        <w:rPr>
          <w:rFonts w:ascii="Arial" w:hAnsi="Arial" w:cs="Arial"/>
          <w:i/>
          <w:color w:val="000000" w:themeColor="text1"/>
          <w:lang w:val="it-IT"/>
        </w:rPr>
        <w:t xml:space="preserve">già </w:t>
      </w:r>
      <w:r w:rsidRPr="00EC1A83">
        <w:rPr>
          <w:rFonts w:ascii="Arial" w:hAnsi="Arial" w:cs="Arial"/>
          <w:i/>
          <w:color w:val="000000" w:themeColor="text1"/>
          <w:lang w:val="it-IT"/>
        </w:rPr>
        <w:t>corso</w:t>
      </w:r>
      <w:r w:rsidR="008340C2">
        <w:rPr>
          <w:rFonts w:ascii="Arial" w:hAnsi="Arial" w:cs="Arial"/>
          <w:i/>
          <w:color w:val="000000" w:themeColor="text1"/>
          <w:lang w:val="it-IT"/>
        </w:rPr>
        <w:t xml:space="preserve"> insieme in ogni parte del globo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. Questo </w:t>
      </w:r>
      <w:r w:rsidR="008340C2">
        <w:rPr>
          <w:rFonts w:ascii="Arial" w:hAnsi="Arial" w:cs="Arial"/>
          <w:i/>
          <w:color w:val="000000" w:themeColor="text1"/>
          <w:lang w:val="it-IT"/>
        </w:rPr>
        <w:t>C</w:t>
      </w:r>
      <w:r w:rsidRPr="00EC1A83">
        <w:rPr>
          <w:rFonts w:ascii="Arial" w:hAnsi="Arial" w:cs="Arial"/>
          <w:i/>
          <w:color w:val="000000" w:themeColor="text1"/>
          <w:lang w:val="it-IT"/>
        </w:rPr>
        <w:t>ampi</w:t>
      </w:r>
      <w:r w:rsidR="00F83040">
        <w:rPr>
          <w:rFonts w:ascii="Arial" w:hAnsi="Arial" w:cs="Arial"/>
          <w:i/>
          <w:color w:val="000000" w:themeColor="text1"/>
          <w:lang w:val="it-IT"/>
        </w:rPr>
        <w:t>onato è molto importante, perché è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 il primo al mondo in cui gareggiano auto elettriche di </w:t>
      </w:r>
      <w:r w:rsidR="00F75A2B">
        <w:rPr>
          <w:rFonts w:ascii="Arial" w:hAnsi="Arial" w:cs="Arial"/>
          <w:i/>
          <w:color w:val="000000" w:themeColor="text1"/>
          <w:lang w:val="it-IT"/>
        </w:rPr>
        <w:t>serie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.” </w:t>
      </w: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CB7FB6" w:rsidRPr="00B443F5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proofErr w:type="spellStart"/>
      <w:r w:rsidRPr="00EC1A83">
        <w:rPr>
          <w:rFonts w:ascii="Arial" w:hAnsi="Arial" w:cs="Arial"/>
          <w:b/>
          <w:color w:val="000000" w:themeColor="text1"/>
          <w:lang w:val="it-IT"/>
        </w:rPr>
        <w:t>Sérgio</w:t>
      </w:r>
      <w:proofErr w:type="spellEnd"/>
      <w:r w:rsidRPr="00EC1A83">
        <w:rPr>
          <w:rFonts w:ascii="Arial" w:hAnsi="Arial" w:cs="Arial"/>
          <w:b/>
          <w:color w:val="000000" w:themeColor="text1"/>
          <w:lang w:val="it-IT"/>
        </w:rPr>
        <w:t xml:space="preserve"> </w:t>
      </w:r>
      <w:proofErr w:type="spellStart"/>
      <w:r w:rsidRPr="00EC1A83">
        <w:rPr>
          <w:rFonts w:ascii="Arial" w:hAnsi="Arial" w:cs="Arial"/>
          <w:b/>
          <w:color w:val="000000" w:themeColor="text1"/>
          <w:lang w:val="it-IT"/>
        </w:rPr>
        <w:t>Jiminez</w:t>
      </w:r>
      <w:proofErr w:type="spellEnd"/>
      <w:r w:rsidRPr="00EC1A83">
        <w:rPr>
          <w:rFonts w:ascii="Arial" w:hAnsi="Arial" w:cs="Arial"/>
          <w:b/>
          <w:color w:val="000000" w:themeColor="text1"/>
          <w:lang w:val="it-IT"/>
        </w:rPr>
        <w:t xml:space="preserve"> ha aggiunto</w:t>
      </w:r>
      <w:r w:rsidRPr="00EC1A83">
        <w:rPr>
          <w:rFonts w:ascii="Arial" w:hAnsi="Arial" w:cs="Arial"/>
          <w:color w:val="000000" w:themeColor="text1"/>
          <w:lang w:val="it-IT"/>
        </w:rPr>
        <w:t xml:space="preserve">: </w:t>
      </w:r>
      <w:r w:rsidRPr="00EC1A83">
        <w:rPr>
          <w:rFonts w:ascii="Arial" w:hAnsi="Arial" w:cs="Arial"/>
          <w:i/>
          <w:color w:val="000000" w:themeColor="text1"/>
          <w:lang w:val="it-IT"/>
        </w:rPr>
        <w:t>“Siamo orgogliosi di essere i primi brasiliani a partecipare al Campionato e siamo sicuri che sapremo be</w:t>
      </w:r>
      <w:r w:rsidR="00F83040">
        <w:rPr>
          <w:rFonts w:ascii="Arial" w:hAnsi="Arial" w:cs="Arial"/>
          <w:i/>
          <w:color w:val="000000" w:themeColor="text1"/>
          <w:lang w:val="it-IT"/>
        </w:rPr>
        <w:t>n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 comportarci.</w:t>
      </w:r>
      <w:r>
        <w:rPr>
          <w:rFonts w:ascii="Arial" w:hAnsi="Arial" w:cs="Arial"/>
          <w:color w:val="000000" w:themeColor="text1"/>
          <w:lang w:val="it-IT"/>
        </w:rPr>
        <w:t xml:space="preserve"> 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Le strade dei circuiti cittadini sono molto strette ma io e </w:t>
      </w:r>
      <w:proofErr w:type="spellStart"/>
      <w:r w:rsidRPr="00EC1A83">
        <w:rPr>
          <w:rFonts w:ascii="Arial" w:hAnsi="Arial" w:cs="Arial"/>
          <w:i/>
          <w:color w:val="000000" w:themeColor="text1"/>
          <w:lang w:val="it-IT"/>
        </w:rPr>
        <w:t>Cacá</w:t>
      </w:r>
      <w:proofErr w:type="spellEnd"/>
      <w:r w:rsidRPr="00EC1A83">
        <w:rPr>
          <w:rFonts w:ascii="Arial" w:hAnsi="Arial" w:cs="Arial"/>
          <w:i/>
          <w:color w:val="000000" w:themeColor="text1"/>
          <w:lang w:val="it-IT"/>
        </w:rPr>
        <w:t xml:space="preserve"> abbiamo </w:t>
      </w:r>
      <w:r>
        <w:rPr>
          <w:rFonts w:ascii="Arial" w:hAnsi="Arial" w:cs="Arial"/>
          <w:i/>
          <w:color w:val="000000" w:themeColor="text1"/>
          <w:lang w:val="it-IT"/>
        </w:rPr>
        <w:t xml:space="preserve">20 anni di esperienza nelle competizioni motoristiche, </w:t>
      </w:r>
      <w:r w:rsidR="00F83040">
        <w:rPr>
          <w:rFonts w:ascii="Arial" w:hAnsi="Arial" w:cs="Arial"/>
          <w:i/>
          <w:color w:val="000000" w:themeColor="text1"/>
          <w:lang w:val="it-IT"/>
        </w:rPr>
        <w:t xml:space="preserve">e utilizzeremo questa esperienza </w:t>
      </w:r>
      <w:r>
        <w:rPr>
          <w:rFonts w:ascii="Arial" w:hAnsi="Arial" w:cs="Arial"/>
          <w:i/>
          <w:color w:val="000000" w:themeColor="text1"/>
          <w:lang w:val="it-IT"/>
        </w:rPr>
        <w:t>per arrivare sul podio.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” </w:t>
      </w:r>
    </w:p>
    <w:p w:rsidR="00CB7FB6" w:rsidRPr="00B443F5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lang w:val="it-IT"/>
        </w:rPr>
      </w:pPr>
      <w:r w:rsidRPr="00CB7FB6">
        <w:rPr>
          <w:rFonts w:ascii="Arial" w:hAnsi="Arial" w:cs="Arial"/>
          <w:b/>
          <w:color w:val="000000" w:themeColor="text1"/>
          <w:lang w:val="it-IT"/>
        </w:rPr>
        <w:t>Simon Evans ha detto:</w:t>
      </w:r>
      <w:r w:rsidRPr="00CB7FB6">
        <w:rPr>
          <w:rFonts w:ascii="Arial" w:hAnsi="Arial" w:cs="Arial"/>
          <w:color w:val="000000" w:themeColor="text1"/>
          <w:lang w:val="it-IT"/>
        </w:rPr>
        <w:t xml:space="preserve"> </w:t>
      </w:r>
      <w:r w:rsidRPr="00CB7FB6">
        <w:rPr>
          <w:rFonts w:ascii="Arial" w:hAnsi="Arial" w:cs="Arial"/>
          <w:i/>
          <w:color w:val="000000" w:themeColor="text1"/>
          <w:lang w:val="it-IT"/>
        </w:rPr>
        <w:t xml:space="preserve">“Mio fratello corre in Formula E </w:t>
      </w:r>
      <w:r w:rsidR="00F75A2B">
        <w:rPr>
          <w:rFonts w:ascii="Arial" w:hAnsi="Arial" w:cs="Arial"/>
          <w:i/>
          <w:color w:val="000000" w:themeColor="text1"/>
          <w:lang w:val="it-IT"/>
        </w:rPr>
        <w:t xml:space="preserve">che </w:t>
      </w:r>
      <w:r w:rsidRPr="00CB7FB6">
        <w:rPr>
          <w:rFonts w:ascii="Arial" w:hAnsi="Arial" w:cs="Arial"/>
          <w:i/>
          <w:color w:val="000000" w:themeColor="text1"/>
          <w:lang w:val="it-IT"/>
        </w:rPr>
        <w:t>seguo</w:t>
      </w:r>
      <w:r w:rsidR="00F75A2B" w:rsidRPr="00F75A2B"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="00F75A2B">
        <w:rPr>
          <w:rFonts w:ascii="Arial" w:hAnsi="Arial" w:cs="Arial"/>
          <w:i/>
          <w:color w:val="000000" w:themeColor="text1"/>
          <w:lang w:val="it-IT"/>
        </w:rPr>
        <w:t xml:space="preserve">già </w:t>
      </w:r>
      <w:r w:rsidR="00F75A2B" w:rsidRPr="00CB7FB6">
        <w:rPr>
          <w:rFonts w:ascii="Arial" w:hAnsi="Arial" w:cs="Arial"/>
          <w:i/>
          <w:color w:val="000000" w:themeColor="text1"/>
          <w:lang w:val="it-IT"/>
        </w:rPr>
        <w:t>da alcuni anni</w:t>
      </w:r>
      <w:r w:rsidRPr="00CB7FB6">
        <w:rPr>
          <w:rFonts w:ascii="Arial" w:hAnsi="Arial" w:cs="Arial"/>
          <w:i/>
          <w:color w:val="000000" w:themeColor="text1"/>
          <w:lang w:val="it-IT"/>
        </w:rPr>
        <w:t>. Sono felice di far parte d</w:t>
      </w:r>
      <w:r w:rsidR="003B3BD3">
        <w:rPr>
          <w:rFonts w:ascii="Arial" w:hAnsi="Arial" w:cs="Arial"/>
          <w:i/>
          <w:color w:val="000000" w:themeColor="text1"/>
          <w:lang w:val="it-IT"/>
        </w:rPr>
        <w:t>i questo nuovo Campionato perché</w:t>
      </w:r>
      <w:r w:rsidRPr="00CB7FB6">
        <w:rPr>
          <w:rFonts w:ascii="Arial" w:hAnsi="Arial" w:cs="Arial"/>
          <w:i/>
          <w:color w:val="000000" w:themeColor="text1"/>
          <w:lang w:val="it-IT"/>
        </w:rPr>
        <w:t xml:space="preserve"> è molto entusiasmante e credo sia il </w:t>
      </w:r>
      <w:r w:rsidR="003B3BD3">
        <w:rPr>
          <w:rFonts w:ascii="Arial" w:hAnsi="Arial" w:cs="Arial"/>
          <w:i/>
          <w:color w:val="000000" w:themeColor="text1"/>
          <w:lang w:val="it-IT"/>
        </w:rPr>
        <w:t>futuro</w:t>
      </w:r>
      <w:r w:rsidRPr="00CB7FB6">
        <w:rPr>
          <w:rFonts w:ascii="Arial" w:hAnsi="Arial" w:cs="Arial"/>
          <w:i/>
          <w:color w:val="000000" w:themeColor="text1"/>
          <w:lang w:val="it-IT"/>
        </w:rPr>
        <w:t xml:space="preserve"> delle competizioni. 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La vettura ha superato </w:t>
      </w:r>
      <w:r w:rsidR="00B443F5">
        <w:rPr>
          <w:rFonts w:ascii="Arial" w:hAnsi="Arial" w:cs="Arial"/>
          <w:i/>
          <w:color w:val="000000" w:themeColor="text1"/>
          <w:lang w:val="it-IT"/>
        </w:rPr>
        <w:t>ogni mia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 aspettativ</w:t>
      </w:r>
      <w:r w:rsidR="00B443F5">
        <w:rPr>
          <w:rFonts w:ascii="Arial" w:hAnsi="Arial" w:cs="Arial"/>
          <w:i/>
          <w:color w:val="000000" w:themeColor="text1"/>
          <w:lang w:val="it-IT"/>
        </w:rPr>
        <w:t>a</w:t>
      </w:r>
      <w:r w:rsidRPr="00EC1A83">
        <w:rPr>
          <w:rFonts w:ascii="Arial" w:hAnsi="Arial" w:cs="Arial"/>
          <w:i/>
          <w:color w:val="000000" w:themeColor="text1"/>
          <w:lang w:val="it-IT"/>
        </w:rPr>
        <w:t>, è molto divertente da guidare ed ha ottime prestazioni in frenata. Avere mio fratello al mio fianco sarà fantastic</w:t>
      </w:r>
      <w:r w:rsidR="003B3BD3">
        <w:rPr>
          <w:rFonts w:ascii="Arial" w:hAnsi="Arial" w:cs="Arial"/>
          <w:i/>
          <w:color w:val="000000" w:themeColor="text1"/>
          <w:lang w:val="it-IT"/>
        </w:rPr>
        <w:t>o, perché</w:t>
      </w:r>
      <w:r w:rsidRPr="00EC1A83"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="003B3BD3">
        <w:rPr>
          <w:rFonts w:ascii="Arial" w:hAnsi="Arial" w:cs="Arial"/>
          <w:i/>
          <w:color w:val="000000" w:themeColor="text1"/>
          <w:lang w:val="it-IT"/>
        </w:rPr>
        <w:t>c</w:t>
      </w:r>
      <w:r w:rsidRPr="00EC1A83">
        <w:rPr>
          <w:rFonts w:ascii="Arial" w:hAnsi="Arial" w:cs="Arial"/>
          <w:i/>
          <w:color w:val="000000" w:themeColor="text1"/>
          <w:lang w:val="it-IT"/>
        </w:rPr>
        <w:t>i sosteniamo a vicenda e sicuramente farà il tifo per me.”</w:t>
      </w: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CB7FB6" w:rsidRPr="00EC1A83" w:rsidRDefault="00CB7FB6" w:rsidP="006F5197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EC1A83">
        <w:rPr>
          <w:rFonts w:ascii="Arial" w:hAnsi="Arial" w:cs="Arial"/>
          <w:color w:val="000000" w:themeColor="text1"/>
          <w:lang w:val="it-IT"/>
        </w:rPr>
        <w:t xml:space="preserve">L’ABB sarà l’Official </w:t>
      </w:r>
      <w:proofErr w:type="spellStart"/>
      <w:r w:rsidRPr="00EC1A83">
        <w:rPr>
          <w:rFonts w:ascii="Arial" w:hAnsi="Arial" w:cs="Arial"/>
          <w:color w:val="000000" w:themeColor="text1"/>
          <w:lang w:val="it-IT"/>
        </w:rPr>
        <w:t>Charging</w:t>
      </w:r>
      <w:proofErr w:type="spellEnd"/>
      <w:r w:rsidRPr="00EC1A83">
        <w:rPr>
          <w:rFonts w:ascii="Arial" w:hAnsi="Arial" w:cs="Arial"/>
          <w:color w:val="000000" w:themeColor="text1"/>
          <w:lang w:val="it-IT"/>
        </w:rPr>
        <w:t xml:space="preserve"> Partner del Jaguar I-PACE eTROPHY e fornirà ad </w:t>
      </w:r>
      <w:r w:rsidR="003B3BD3">
        <w:rPr>
          <w:rFonts w:ascii="Arial" w:hAnsi="Arial" w:cs="Arial"/>
          <w:color w:val="000000" w:themeColor="text1"/>
          <w:lang w:val="it-IT"/>
        </w:rPr>
        <w:t>ogni team un sistema di ricarica</w:t>
      </w:r>
      <w:r w:rsidRPr="00EC1A83">
        <w:rPr>
          <w:rFonts w:ascii="Arial" w:hAnsi="Arial" w:cs="Arial"/>
          <w:color w:val="000000" w:themeColor="text1"/>
          <w:lang w:val="it-IT"/>
        </w:rPr>
        <w:t xml:space="preserve"> compatto e veloce. </w:t>
      </w:r>
      <w:r w:rsidRPr="00EC1A83">
        <w:rPr>
          <w:rFonts w:ascii="Arial" w:hAnsi="Arial" w:cs="Arial"/>
          <w:color w:val="FF0000"/>
          <w:lang w:val="it-IT"/>
        </w:rPr>
        <w:t xml:space="preserve"> </w:t>
      </w:r>
    </w:p>
    <w:p w:rsidR="002B20FC" w:rsidRPr="00CB7FB6" w:rsidRDefault="002B20FC" w:rsidP="006F519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1"/>
          <w:lang w:val="it-IT"/>
        </w:rPr>
      </w:pPr>
    </w:p>
    <w:p w:rsidR="00126BB4" w:rsidRPr="00222A32" w:rsidRDefault="00126BB4" w:rsidP="006F5197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857B28" w:rsidRPr="00AB19F3" w:rsidRDefault="00857B28" w:rsidP="006F5197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AB19F3">
        <w:rPr>
          <w:rFonts w:ascii="Arial" w:hAnsi="Arial" w:cs="Arial"/>
          <w:lang w:val="it-IT"/>
        </w:rPr>
        <w:t>Per</w:t>
      </w:r>
      <w:r>
        <w:rPr>
          <w:rFonts w:ascii="Arial" w:hAnsi="Arial" w:cs="Arial"/>
          <w:lang w:val="it-IT"/>
        </w:rPr>
        <w:t xml:space="preserve"> maggiori informazioni visitare il sito</w:t>
      </w:r>
      <w:r w:rsidRPr="00AB19F3">
        <w:rPr>
          <w:rFonts w:ascii="Arial" w:hAnsi="Arial" w:cs="Arial"/>
          <w:lang w:val="it-IT"/>
        </w:rPr>
        <w:t xml:space="preserve">: </w:t>
      </w:r>
      <w:hyperlink r:id="rId8" w:history="1">
        <w:r w:rsidRPr="00AB19F3">
          <w:rPr>
            <w:rStyle w:val="Collegamentoipertestuale"/>
            <w:rFonts w:ascii="Arial" w:hAnsi="Arial" w:cs="Arial"/>
            <w:lang w:val="it-IT"/>
          </w:rPr>
          <w:t>www.jaguar.com/electrification/i-pace-e-trophy</w:t>
        </w:r>
      </w:hyperlink>
      <w:r w:rsidRPr="00AB19F3">
        <w:rPr>
          <w:rFonts w:ascii="Arial" w:hAnsi="Arial" w:cs="Arial"/>
          <w:lang w:val="it-IT"/>
        </w:rPr>
        <w:t xml:space="preserve"> </w:t>
      </w:r>
    </w:p>
    <w:p w:rsidR="00857B28" w:rsidRDefault="00857B28" w:rsidP="006F5197">
      <w:pPr>
        <w:spacing w:after="0" w:line="360" w:lineRule="auto"/>
        <w:jc w:val="both"/>
        <w:outlineLvl w:val="0"/>
        <w:rPr>
          <w:rFonts w:ascii="Arial" w:hAnsi="Arial" w:cs="Arial"/>
          <w:b/>
          <w:noProof/>
          <w:sz w:val="20"/>
          <w:szCs w:val="20"/>
          <w:lang w:val="it-IT"/>
        </w:rPr>
      </w:pPr>
    </w:p>
    <w:p w:rsidR="00EA331C" w:rsidRDefault="00EA331C" w:rsidP="006F5197">
      <w:pPr>
        <w:spacing w:after="0" w:line="360" w:lineRule="auto"/>
        <w:jc w:val="both"/>
        <w:outlineLvl w:val="0"/>
        <w:rPr>
          <w:rFonts w:ascii="Arial" w:hAnsi="Arial" w:cs="Arial"/>
          <w:b/>
          <w:noProof/>
          <w:sz w:val="20"/>
          <w:szCs w:val="20"/>
          <w:lang w:val="it-IT"/>
        </w:rPr>
      </w:pPr>
    </w:p>
    <w:p w:rsidR="00EA331C" w:rsidRDefault="00EA331C" w:rsidP="006F5197">
      <w:pPr>
        <w:spacing w:after="0" w:line="360" w:lineRule="auto"/>
        <w:jc w:val="both"/>
        <w:outlineLvl w:val="0"/>
        <w:rPr>
          <w:rFonts w:ascii="Arial" w:hAnsi="Arial" w:cs="Arial"/>
          <w:b/>
          <w:noProof/>
          <w:sz w:val="20"/>
          <w:szCs w:val="20"/>
          <w:lang w:val="it-IT"/>
        </w:rPr>
      </w:pPr>
    </w:p>
    <w:p w:rsidR="00EA331C" w:rsidRDefault="00EA331C" w:rsidP="006F5197">
      <w:pPr>
        <w:spacing w:after="0" w:line="360" w:lineRule="auto"/>
        <w:jc w:val="both"/>
        <w:outlineLvl w:val="0"/>
        <w:rPr>
          <w:rFonts w:ascii="Arial" w:hAnsi="Arial" w:cs="Arial"/>
          <w:b/>
          <w:noProof/>
          <w:sz w:val="20"/>
          <w:szCs w:val="20"/>
          <w:lang w:val="it-IT"/>
        </w:rPr>
      </w:pPr>
    </w:p>
    <w:p w:rsidR="00EA331C" w:rsidRDefault="00EA331C" w:rsidP="006F5197">
      <w:pPr>
        <w:spacing w:after="0" w:line="360" w:lineRule="auto"/>
        <w:jc w:val="both"/>
        <w:outlineLvl w:val="0"/>
        <w:rPr>
          <w:rFonts w:ascii="Arial" w:hAnsi="Arial" w:cs="Arial"/>
          <w:b/>
          <w:noProof/>
          <w:sz w:val="20"/>
          <w:szCs w:val="20"/>
          <w:lang w:val="it-IT"/>
        </w:rPr>
      </w:pPr>
    </w:p>
    <w:p w:rsidR="00EA331C" w:rsidRDefault="00EA331C" w:rsidP="006F5197">
      <w:pPr>
        <w:spacing w:after="0" w:line="360" w:lineRule="auto"/>
        <w:jc w:val="both"/>
        <w:outlineLvl w:val="0"/>
        <w:rPr>
          <w:rFonts w:ascii="Arial" w:hAnsi="Arial" w:cs="Arial"/>
          <w:b/>
          <w:noProof/>
          <w:sz w:val="20"/>
          <w:szCs w:val="20"/>
          <w:lang w:val="it-IT"/>
        </w:rPr>
      </w:pPr>
    </w:p>
    <w:p w:rsidR="00EA331C" w:rsidRDefault="00EA331C" w:rsidP="006F5197">
      <w:pPr>
        <w:spacing w:after="0" w:line="360" w:lineRule="auto"/>
        <w:jc w:val="both"/>
        <w:outlineLvl w:val="0"/>
        <w:rPr>
          <w:rFonts w:ascii="Arial" w:hAnsi="Arial" w:cs="Arial"/>
          <w:b/>
          <w:noProof/>
          <w:sz w:val="20"/>
          <w:szCs w:val="20"/>
          <w:lang w:val="it-IT"/>
        </w:rPr>
      </w:pPr>
    </w:p>
    <w:p w:rsidR="00126BB4" w:rsidRDefault="00126BB4" w:rsidP="006F5197">
      <w:pPr>
        <w:spacing w:after="0" w:line="360" w:lineRule="auto"/>
        <w:jc w:val="both"/>
        <w:outlineLvl w:val="0"/>
        <w:rPr>
          <w:rFonts w:ascii="Arial" w:hAnsi="Arial" w:cs="Arial"/>
          <w:b/>
          <w:noProof/>
          <w:sz w:val="20"/>
          <w:szCs w:val="20"/>
          <w:lang w:val="it-IT"/>
        </w:rPr>
      </w:pPr>
    </w:p>
    <w:p w:rsidR="00857B28" w:rsidRDefault="00857B28" w:rsidP="006F5197">
      <w:pPr>
        <w:spacing w:after="0" w:line="360" w:lineRule="auto"/>
        <w:jc w:val="both"/>
        <w:outlineLvl w:val="0"/>
        <w:rPr>
          <w:rFonts w:ascii="Arial" w:hAnsi="Arial" w:cs="Arial"/>
          <w:b/>
          <w:noProof/>
          <w:sz w:val="20"/>
          <w:szCs w:val="20"/>
          <w:lang w:val="it-IT"/>
        </w:rPr>
      </w:pPr>
      <w:r w:rsidRPr="00857B28">
        <w:rPr>
          <w:rFonts w:ascii="Arial" w:hAnsi="Arial" w:cs="Arial"/>
          <w:b/>
          <w:noProof/>
          <w:sz w:val="20"/>
          <w:szCs w:val="20"/>
          <w:lang w:val="it-IT"/>
        </w:rPr>
        <w:t>NOTE</w:t>
      </w:r>
    </w:p>
    <w:p w:rsidR="00126BB4" w:rsidRPr="00857B28" w:rsidRDefault="00126BB4" w:rsidP="006F5197">
      <w:pPr>
        <w:spacing w:after="0" w:line="360" w:lineRule="auto"/>
        <w:jc w:val="both"/>
        <w:outlineLvl w:val="0"/>
        <w:rPr>
          <w:rFonts w:ascii="Arial" w:hAnsi="Arial" w:cs="Arial"/>
          <w:b/>
          <w:noProof/>
          <w:sz w:val="20"/>
          <w:szCs w:val="20"/>
          <w:lang w:val="it-IT"/>
        </w:rPr>
      </w:pPr>
    </w:p>
    <w:p w:rsidR="00857B28" w:rsidRPr="00126BB4" w:rsidRDefault="00857B28" w:rsidP="006F5197">
      <w:pPr>
        <w:spacing w:after="0" w:line="360" w:lineRule="auto"/>
        <w:jc w:val="both"/>
        <w:outlineLvl w:val="0"/>
        <w:rPr>
          <w:rFonts w:ascii="Arial" w:hAnsi="Arial" w:cs="Arial"/>
          <w:b/>
          <w:noProof/>
          <w:sz w:val="20"/>
          <w:lang w:val="it-IT"/>
        </w:rPr>
      </w:pPr>
      <w:r w:rsidRPr="00126BB4">
        <w:rPr>
          <w:rFonts w:ascii="Arial" w:hAnsi="Arial" w:cs="Arial"/>
          <w:b/>
          <w:noProof/>
          <w:sz w:val="20"/>
          <w:lang w:val="it-IT"/>
        </w:rPr>
        <w:t xml:space="preserve">JAGUAR I-PACE eTROPHY </w:t>
      </w:r>
    </w:p>
    <w:p w:rsidR="00857B28" w:rsidRPr="00532CE7" w:rsidRDefault="00857B28" w:rsidP="006F5197">
      <w:pPr>
        <w:spacing w:after="0" w:line="360" w:lineRule="auto"/>
        <w:jc w:val="both"/>
        <w:rPr>
          <w:rFonts w:ascii="Arial" w:hAnsi="Arial" w:cs="Arial"/>
          <w:noProof/>
          <w:lang w:val="it-IT"/>
        </w:rPr>
      </w:pPr>
      <w:r w:rsidRPr="00315210">
        <w:rPr>
          <w:rFonts w:ascii="Arial" w:hAnsi="Arial" w:cs="Arial"/>
          <w:noProof/>
          <w:lang w:val="it-IT"/>
        </w:rPr>
        <w:t xml:space="preserve">Dopo essere diventato il primo marchio premium nel 2016 ad entrare nel Campionato ABB FIA Formula E, Jaguar ha creato </w:t>
      </w:r>
      <w:r>
        <w:rPr>
          <w:rFonts w:ascii="Arial" w:hAnsi="Arial" w:cs="Arial"/>
          <w:noProof/>
          <w:lang w:val="it-IT"/>
        </w:rPr>
        <w:t>l’</w:t>
      </w:r>
      <w:r w:rsidRPr="00315210">
        <w:rPr>
          <w:rFonts w:ascii="Arial" w:hAnsi="Arial" w:cs="Arial"/>
          <w:noProof/>
          <w:lang w:val="it-IT"/>
        </w:rPr>
        <w:t>I-PACE eTROPHY</w:t>
      </w:r>
      <w:r>
        <w:rPr>
          <w:rFonts w:ascii="Arial" w:hAnsi="Arial" w:cs="Arial"/>
          <w:noProof/>
          <w:lang w:val="it-IT"/>
        </w:rPr>
        <w:t>,</w:t>
      </w:r>
      <w:r w:rsidRPr="00315210">
        <w:rPr>
          <w:rFonts w:ascii="Arial" w:hAnsi="Arial" w:cs="Arial"/>
          <w:noProof/>
          <w:lang w:val="it-IT"/>
        </w:rPr>
        <w:t xml:space="preserve"> il primo trofeo al mondo riservato alle auto elettriche di serie alimentate a batteria. </w:t>
      </w:r>
      <w:r w:rsidRPr="008A2B0E">
        <w:rPr>
          <w:rFonts w:ascii="Arial" w:hAnsi="Arial" w:cs="Arial"/>
          <w:noProof/>
          <w:lang w:val="it-IT"/>
        </w:rPr>
        <w:t>Con un numero massimo di 20 vetture</w:t>
      </w:r>
      <w:r w:rsidR="00747FD7">
        <w:rPr>
          <w:rFonts w:ascii="Arial" w:hAnsi="Arial" w:cs="Arial"/>
          <w:noProof/>
          <w:lang w:val="it-IT"/>
        </w:rPr>
        <w:t>,</w:t>
      </w:r>
      <w:r w:rsidRPr="008A2B0E">
        <w:rPr>
          <w:rFonts w:ascii="Arial" w:hAnsi="Arial" w:cs="Arial"/>
          <w:noProof/>
          <w:lang w:val="it-IT"/>
        </w:rPr>
        <w:t xml:space="preserve"> che prenderanno il via dalla griglia di partenza in questa stagione, il trofeo </w:t>
      </w:r>
      <w:r>
        <w:rPr>
          <w:rFonts w:ascii="Arial" w:hAnsi="Arial" w:cs="Arial"/>
          <w:noProof/>
          <w:lang w:val="it-IT"/>
        </w:rPr>
        <w:t xml:space="preserve">è composto da gare che supportano ufficialmente il Campionato </w:t>
      </w:r>
      <w:r w:rsidRPr="008A2B0E">
        <w:rPr>
          <w:rFonts w:ascii="Arial" w:hAnsi="Arial" w:cs="Arial"/>
          <w:noProof/>
          <w:lang w:val="it-IT"/>
        </w:rPr>
        <w:t>ABB FIA Formula E</w:t>
      </w:r>
      <w:r w:rsidR="00747FD7">
        <w:rPr>
          <w:rFonts w:ascii="Arial" w:hAnsi="Arial" w:cs="Arial"/>
          <w:noProof/>
          <w:lang w:val="it-IT"/>
        </w:rPr>
        <w:t xml:space="preserve">, così come </w:t>
      </w:r>
      <w:r>
        <w:rPr>
          <w:rFonts w:ascii="Arial" w:hAnsi="Arial" w:cs="Arial"/>
          <w:noProof/>
          <w:lang w:val="it-IT"/>
        </w:rPr>
        <w:t xml:space="preserve">il lancio della </w:t>
      </w:r>
      <w:r w:rsidRPr="003B70F3">
        <w:rPr>
          <w:rFonts w:ascii="Arial" w:hAnsi="Arial" w:cs="Arial"/>
          <w:noProof/>
          <w:lang w:val="it-IT"/>
        </w:rPr>
        <w:t xml:space="preserve">Jaguar I-PACE. </w:t>
      </w:r>
      <w:r w:rsidRPr="00212134">
        <w:rPr>
          <w:rFonts w:ascii="Arial" w:hAnsi="Arial" w:cs="Arial"/>
          <w:noProof/>
          <w:lang w:val="it-IT"/>
        </w:rPr>
        <w:t>Primo veicolo elettrico a batteria del marchio Jaguar, la I-PACE è una vettura che rafforza</w:t>
      </w:r>
      <w:r w:rsidR="002C381A">
        <w:rPr>
          <w:rFonts w:ascii="Arial" w:hAnsi="Arial" w:cs="Arial"/>
          <w:noProof/>
          <w:lang w:val="it-IT"/>
        </w:rPr>
        <w:t xml:space="preserve"> anche la futura strategia </w:t>
      </w:r>
      <w:r>
        <w:rPr>
          <w:rFonts w:ascii="Arial" w:hAnsi="Arial" w:cs="Arial"/>
          <w:noProof/>
          <w:lang w:val="it-IT"/>
        </w:rPr>
        <w:t>sull’elettrificazione, l’impegno nelle gare cittadine e la mission “Race to Innovate</w:t>
      </w:r>
      <w:r w:rsidR="002C381A">
        <w:rPr>
          <w:rFonts w:ascii="Arial" w:hAnsi="Arial" w:cs="Arial"/>
          <w:noProof/>
          <w:lang w:val="it-IT"/>
        </w:rPr>
        <w:t>” di Jaguar L</w:t>
      </w:r>
      <w:r>
        <w:rPr>
          <w:rFonts w:ascii="Arial" w:hAnsi="Arial" w:cs="Arial"/>
          <w:noProof/>
          <w:lang w:val="it-IT"/>
        </w:rPr>
        <w:t xml:space="preserve">and Rover. </w:t>
      </w:r>
      <w:r w:rsidR="006D228B">
        <w:rPr>
          <w:rFonts w:ascii="Arial" w:hAnsi="Arial" w:cs="Arial"/>
          <w:noProof/>
          <w:lang w:val="it-IT"/>
        </w:rPr>
        <w:t>Tra i Partner del C</w:t>
      </w:r>
      <w:r w:rsidRPr="00532CE7">
        <w:rPr>
          <w:rFonts w:ascii="Arial" w:hAnsi="Arial" w:cs="Arial"/>
          <w:noProof/>
          <w:lang w:val="it-IT"/>
        </w:rPr>
        <w:t xml:space="preserve">ampionato ci sono </w:t>
      </w:r>
      <w:hyperlink r:id="rId9" w:history="1">
        <w:r w:rsidRPr="00564CCC">
          <w:rPr>
            <w:rStyle w:val="Collegamentoipertestuale"/>
            <w:rFonts w:ascii="Arial" w:hAnsi="Arial" w:cs="Arial"/>
            <w:noProof/>
            <w:lang w:val="it-IT"/>
          </w:rPr>
          <w:t>Michelin</w:t>
        </w:r>
      </w:hyperlink>
      <w:r w:rsidRPr="00532CE7">
        <w:rPr>
          <w:rFonts w:ascii="Arial" w:hAnsi="Arial" w:cs="Arial"/>
          <w:noProof/>
          <w:lang w:val="it-IT"/>
        </w:rPr>
        <w:t xml:space="preserve">, fornitore ufficiale di pneumatici, </w:t>
      </w:r>
      <w:r>
        <w:rPr>
          <w:rFonts w:ascii="Arial" w:hAnsi="Arial" w:cs="Arial"/>
          <w:noProof/>
          <w:lang w:val="it-IT"/>
        </w:rPr>
        <w:t xml:space="preserve">il </w:t>
      </w:r>
      <w:r w:rsidRPr="00532CE7">
        <w:rPr>
          <w:rFonts w:ascii="Arial" w:hAnsi="Arial" w:cs="Arial"/>
          <w:noProof/>
          <w:lang w:val="it-IT"/>
        </w:rPr>
        <w:t xml:space="preserve">technical partner </w:t>
      </w:r>
      <w:hyperlink r:id="rId10" w:history="1">
        <w:r w:rsidRPr="00532CE7">
          <w:rPr>
            <w:rStyle w:val="Collegamentoipertestuale"/>
            <w:rFonts w:ascii="Arial" w:hAnsi="Arial" w:cs="Arial"/>
            <w:noProof/>
            <w:lang w:val="it-IT"/>
          </w:rPr>
          <w:t>Sabelt</w:t>
        </w:r>
      </w:hyperlink>
      <w:r>
        <w:rPr>
          <w:rFonts w:ascii="Arial" w:hAnsi="Arial" w:cs="Arial"/>
          <w:noProof/>
          <w:lang w:val="it-IT"/>
        </w:rPr>
        <w:t xml:space="preserve"> e </w:t>
      </w:r>
      <w:hyperlink r:id="rId11" w:history="1">
        <w:r w:rsidRPr="00532CE7">
          <w:rPr>
            <w:rStyle w:val="Collegamentoipertestuale"/>
            <w:rFonts w:ascii="Arial" w:hAnsi="Arial" w:cs="Arial"/>
            <w:noProof/>
            <w:lang w:val="it-IT"/>
          </w:rPr>
          <w:t>One All Sports</w:t>
        </w:r>
      </w:hyperlink>
      <w:r w:rsidRPr="00CA2C01">
        <w:rPr>
          <w:rStyle w:val="Collegamentoipertestuale"/>
          <w:rFonts w:ascii="Arial" w:hAnsi="Arial" w:cs="Arial"/>
          <w:noProof/>
          <w:lang w:val="it-IT"/>
        </w:rPr>
        <w:t xml:space="preserve">, </w:t>
      </w:r>
      <w:r w:rsidRPr="002C381A">
        <w:rPr>
          <w:rStyle w:val="Collegamentoipertestuale"/>
          <w:rFonts w:ascii="Arial" w:hAnsi="Arial" w:cs="Arial"/>
          <w:noProof/>
          <w:color w:val="auto"/>
          <w:u w:val="none"/>
          <w:lang w:val="it-IT"/>
        </w:rPr>
        <w:t>fornitore ufficiale dell’abbigliamento</w:t>
      </w:r>
      <w:r w:rsidRPr="00532CE7">
        <w:rPr>
          <w:rFonts w:ascii="Arial" w:hAnsi="Arial" w:cs="Arial"/>
          <w:noProof/>
          <w:lang w:val="it-IT"/>
        </w:rPr>
        <w:t xml:space="preserve">. </w:t>
      </w:r>
    </w:p>
    <w:p w:rsidR="00AA6055" w:rsidRPr="00AA6055" w:rsidRDefault="00AA6055" w:rsidP="00B4171B">
      <w:pPr>
        <w:spacing w:after="0" w:line="360" w:lineRule="auto"/>
        <w:jc w:val="both"/>
        <w:outlineLvl w:val="0"/>
        <w:rPr>
          <w:rFonts w:ascii="Arial" w:hAnsi="Arial" w:cs="Arial"/>
          <w:noProof/>
          <w:lang w:val="it-IT" w:bidi="ar-SA"/>
        </w:rPr>
      </w:pPr>
    </w:p>
    <w:p w:rsidR="00857B28" w:rsidRPr="008905FC" w:rsidRDefault="00857B28" w:rsidP="00B4171B">
      <w:pPr>
        <w:spacing w:after="0" w:line="360" w:lineRule="auto"/>
        <w:jc w:val="both"/>
        <w:rPr>
          <w:rFonts w:ascii="Arial" w:eastAsia="Calibri" w:hAnsi="Arial" w:cs="Arial"/>
          <w:b/>
          <w:noProof/>
          <w:color w:val="000000"/>
          <w:lang w:val="it-IT" w:bidi="ar-SA"/>
        </w:rPr>
      </w:pPr>
    </w:p>
    <w:p w:rsidR="00056943" w:rsidRPr="00126BB4" w:rsidRDefault="00126BB4" w:rsidP="00B4171B">
      <w:pPr>
        <w:spacing w:after="0" w:line="360" w:lineRule="auto"/>
        <w:jc w:val="both"/>
        <w:rPr>
          <w:rFonts w:ascii="Arial" w:eastAsia="Calibri" w:hAnsi="Arial"/>
          <w:szCs w:val="24"/>
          <w:lang w:val="it-IT" w:bidi="ar-SA"/>
        </w:rPr>
      </w:pPr>
      <w:r w:rsidRPr="00126BB4">
        <w:rPr>
          <w:rFonts w:ascii="Arial" w:eastAsia="Calibri" w:hAnsi="Arial"/>
          <w:szCs w:val="24"/>
          <w:lang w:val="it-IT" w:bidi="ar-SA"/>
        </w:rPr>
        <w:t>Settembre 2018</w:t>
      </w:r>
    </w:p>
    <w:sectPr w:rsidR="00056943" w:rsidRPr="00126BB4" w:rsidSect="004E7D08">
      <w:headerReference w:type="default" r:id="rId12"/>
      <w:footerReference w:type="default" r:id="rId13"/>
      <w:pgSz w:w="11906" w:h="16838"/>
      <w:pgMar w:top="1417" w:right="1134" w:bottom="1134" w:left="1134" w:header="39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F9F" w:rsidRDefault="00FB7F9F" w:rsidP="001058BE">
      <w:pPr>
        <w:spacing w:after="0" w:line="240" w:lineRule="auto"/>
      </w:pPr>
      <w:r>
        <w:separator/>
      </w:r>
    </w:p>
  </w:endnote>
  <w:endnote w:type="continuationSeparator" w:id="0">
    <w:p w:rsidR="00FB7F9F" w:rsidRDefault="00FB7F9F" w:rsidP="0010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46D" w:rsidRPr="00345FF1" w:rsidRDefault="00B6746D" w:rsidP="00B6746D">
    <w:pPr>
      <w:pStyle w:val="Pidipagina"/>
      <w:rPr>
        <w:lang w:val="it-IT"/>
      </w:rPr>
    </w:pP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79BCDC" wp14:editId="2D4F3703">
              <wp:simplePos x="0" y="0"/>
              <wp:positionH relativeFrom="column">
                <wp:posOffset>-375920</wp:posOffset>
              </wp:positionH>
              <wp:positionV relativeFrom="paragraph">
                <wp:posOffset>112395</wp:posOffset>
              </wp:positionV>
              <wp:extent cx="6828790" cy="635"/>
              <wp:effectExtent l="5080" t="7620" r="5080" b="10795"/>
              <wp:wrapNone/>
              <wp:docPr id="4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879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B9CBF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-29.6pt;margin-top:8.85pt;width:537.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88dIQIAAD4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"/>
          </w:pict>
        </mc:Fallback>
      </mc:AlternateContent>
    </w: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FE47EE" wp14:editId="001A4723">
              <wp:simplePos x="0" y="0"/>
              <wp:positionH relativeFrom="column">
                <wp:posOffset>-779780</wp:posOffset>
              </wp:positionH>
              <wp:positionV relativeFrom="paragraph">
                <wp:posOffset>183515</wp:posOffset>
              </wp:positionV>
              <wp:extent cx="7611110" cy="451485"/>
              <wp:effectExtent l="1270" t="2540" r="0" b="3175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11110" cy="451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746D" w:rsidRPr="00CE74BE" w:rsidRDefault="00B6746D" w:rsidP="00B6746D">
                          <w:pPr>
                            <w:pStyle w:val="Pidipagina"/>
                            <w:jc w:val="center"/>
                            <w:rPr>
                              <w:rFonts w:ascii="Calibri" w:hAnsi="Calibri" w:cs="Calibri"/>
                              <w:lang w:val="it-IT"/>
                            </w:rPr>
                          </w:pPr>
                          <w:r w:rsidRPr="006A7A32">
                            <w:rPr>
                              <w:rFonts w:ascii="Calibri" w:hAnsi="Calibri" w:cs="Calibri"/>
                              <w:lang w:val="it-IT"/>
                            </w:rPr>
                            <w:t>• U</w:t>
                          </w: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 xml:space="preserve">fficio Stampa Jaguar Land Rover </w:t>
                          </w:r>
                          <w:r w:rsidRPr="006A7A32">
                            <w:rPr>
                              <w:rFonts w:ascii="Calibri" w:hAnsi="Calibri" w:cs="Calibri"/>
                              <w:lang w:val="it-IT"/>
                            </w:rPr>
                            <w:t xml:space="preserve">• </w:t>
                          </w: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 xml:space="preserve">Cinzia Carta, Press Office Manager </w:t>
                          </w:r>
                          <w:r w:rsidRPr="00CE74BE">
                            <w:rPr>
                              <w:rFonts w:ascii="Calibri" w:hAnsi="Calibri" w:cs="Calibri"/>
                              <w:lang w:val="it-IT"/>
                            </w:rPr>
                            <w:t>•</w:t>
                          </w:r>
                        </w:p>
                        <w:p w:rsidR="00B6746D" w:rsidRPr="00CE74BE" w:rsidRDefault="00B6746D" w:rsidP="00B6746D">
                          <w:pPr>
                            <w:pStyle w:val="Pidipagina"/>
                            <w:jc w:val="center"/>
                            <w:rPr>
                              <w:lang w:val="it-IT"/>
                            </w:rPr>
                          </w:pPr>
                          <w:r w:rsidRPr="00CE74BE">
                            <w:rPr>
                              <w:rFonts w:ascii="Calibri" w:hAnsi="Calibri" w:cs="Calibri"/>
                              <w:lang w:val="it-IT"/>
                            </w:rPr>
                            <w:t>ccarta@jaguarlandrover.com •</w:t>
                          </w: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 xml:space="preserve"> </w:t>
                          </w:r>
                          <w:r w:rsidRPr="006A7A32">
                            <w:rPr>
                              <w:rFonts w:ascii="Calibri" w:hAnsi="Calibri" w:cs="Calibri"/>
                              <w:lang w:val="it-IT"/>
                            </w:rPr>
                            <w:t>Viale Alessandro Marchetti, 105 – 00148 Rom</w:t>
                          </w: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>a</w:t>
                          </w:r>
                        </w:p>
                        <w:p w:rsidR="00B6746D" w:rsidRPr="00CE74BE" w:rsidRDefault="00B6746D" w:rsidP="00B6746D">
                          <w:pPr>
                            <w:jc w:val="center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FE47E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-61.4pt;margin-top:14.45pt;width:599.3pt;height:3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" stroked="f">
              <v:textbox>
                <w:txbxContent>
                  <w:p w:rsidR="00B6746D" w:rsidRPr="00CE74BE" w:rsidRDefault="00B6746D" w:rsidP="00B6746D">
                    <w:pPr>
                      <w:pStyle w:val="Pidipagina"/>
                      <w:jc w:val="center"/>
                      <w:rPr>
                        <w:rFonts w:ascii="Calibri" w:hAnsi="Calibri" w:cs="Calibri"/>
                        <w:lang w:val="it-IT"/>
                      </w:rPr>
                    </w:pPr>
                    <w:r w:rsidRPr="006A7A32">
                      <w:rPr>
                        <w:rFonts w:ascii="Calibri" w:hAnsi="Calibri" w:cs="Calibri"/>
                        <w:lang w:val="it-IT"/>
                      </w:rPr>
                      <w:t>• U</w:t>
                    </w:r>
                    <w:r>
                      <w:rPr>
                        <w:rFonts w:ascii="Calibri" w:hAnsi="Calibri" w:cs="Calibri"/>
                        <w:lang w:val="it-IT"/>
                      </w:rPr>
                      <w:t xml:space="preserve">fficio Stampa Jaguar Land Rover </w:t>
                    </w:r>
                    <w:r w:rsidRPr="006A7A32">
                      <w:rPr>
                        <w:rFonts w:ascii="Calibri" w:hAnsi="Calibri" w:cs="Calibri"/>
                        <w:lang w:val="it-IT"/>
                      </w:rPr>
                      <w:t xml:space="preserve">• </w:t>
                    </w:r>
                    <w:r>
                      <w:rPr>
                        <w:rFonts w:ascii="Calibri" w:hAnsi="Calibri" w:cs="Calibri"/>
                        <w:lang w:val="it-IT"/>
                      </w:rPr>
                      <w:t xml:space="preserve">Cinzia Carta, Press Office Manager </w:t>
                    </w:r>
                    <w:r w:rsidRPr="00CE74BE">
                      <w:rPr>
                        <w:rFonts w:ascii="Calibri" w:hAnsi="Calibri" w:cs="Calibri"/>
                        <w:lang w:val="it-IT"/>
                      </w:rPr>
                      <w:t>•</w:t>
                    </w:r>
                  </w:p>
                  <w:p w:rsidR="00B6746D" w:rsidRPr="00CE74BE" w:rsidRDefault="00B6746D" w:rsidP="00B6746D">
                    <w:pPr>
                      <w:pStyle w:val="Pidipagina"/>
                      <w:jc w:val="center"/>
                      <w:rPr>
                        <w:lang w:val="it-IT"/>
                      </w:rPr>
                    </w:pPr>
                    <w:r w:rsidRPr="00CE74BE">
                      <w:rPr>
                        <w:rFonts w:ascii="Calibri" w:hAnsi="Calibri" w:cs="Calibri"/>
                        <w:lang w:val="it-IT"/>
                      </w:rPr>
                      <w:t>ccarta@jaguarlandrover.com •</w:t>
                    </w:r>
                    <w:r>
                      <w:rPr>
                        <w:rFonts w:ascii="Calibri" w:hAnsi="Calibri" w:cs="Calibri"/>
                        <w:lang w:val="it-IT"/>
                      </w:rPr>
                      <w:t xml:space="preserve"> </w:t>
                    </w:r>
                    <w:r w:rsidRPr="006A7A32">
                      <w:rPr>
                        <w:rFonts w:ascii="Calibri" w:hAnsi="Calibri" w:cs="Calibri"/>
                        <w:lang w:val="it-IT"/>
                      </w:rPr>
                      <w:t>Viale Alessandro Marchetti, 105 – 00148 Rom</w:t>
                    </w:r>
                    <w:r>
                      <w:rPr>
                        <w:rFonts w:ascii="Calibri" w:hAnsi="Calibri" w:cs="Calibri"/>
                        <w:lang w:val="it-IT"/>
                      </w:rPr>
                      <w:t>a</w:t>
                    </w:r>
                  </w:p>
                  <w:p w:rsidR="00B6746D" w:rsidRPr="00CE74BE" w:rsidRDefault="00B6746D" w:rsidP="00B6746D">
                    <w:pPr>
                      <w:jc w:val="center"/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B6746D" w:rsidRPr="00FF0D6B" w:rsidRDefault="00B6746D" w:rsidP="00B6746D">
    <w:pPr>
      <w:pStyle w:val="Pidipagina"/>
    </w:pPr>
  </w:p>
  <w:p w:rsidR="00007DD5" w:rsidRPr="00B6746D" w:rsidRDefault="00007DD5" w:rsidP="00B674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F9F" w:rsidRDefault="00FB7F9F" w:rsidP="001058BE">
      <w:pPr>
        <w:spacing w:after="0" w:line="240" w:lineRule="auto"/>
      </w:pPr>
      <w:r>
        <w:separator/>
      </w:r>
    </w:p>
  </w:footnote>
  <w:footnote w:type="continuationSeparator" w:id="0">
    <w:p w:rsidR="00FB7F9F" w:rsidRDefault="00FB7F9F" w:rsidP="0010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27F" w:rsidRDefault="003C1078" w:rsidP="0016227F">
    <w:pPr>
      <w:pStyle w:val="HeaderFooter"/>
      <w:jc w:val="center"/>
    </w:pPr>
    <w:r>
      <w:rPr>
        <w:rFonts w:ascii="Arial Unicode MS" w:hAnsi="Arial Unicode MS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-718820</wp:posOffset>
              </wp:positionH>
              <wp:positionV relativeFrom="paragraph">
                <wp:posOffset>338455</wp:posOffset>
              </wp:positionV>
              <wp:extent cx="2443480" cy="348615"/>
              <wp:effectExtent l="0" t="0" r="0" b="0"/>
              <wp:wrapNone/>
              <wp:docPr id="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3480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7DD5" w:rsidRPr="007A6A4A" w:rsidRDefault="00007DD5" w:rsidP="00C92D8C">
                          <w:pPr>
                            <w:jc w:val="center"/>
                            <w:rPr>
                              <w:rFonts w:ascii="Calibri" w:eastAsia="Arial Unicode MS" w:hAnsi="Calibri" w:cs="Calibri"/>
                              <w:b/>
                              <w:color w:val="C00000"/>
                              <w:sz w:val="36"/>
                              <w:szCs w:val="3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56.6pt;margin-top:26.65pt;width:192.4pt;height:27.45pt;z-index:2516561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" stroked="f">
              <v:textbox>
                <w:txbxContent>
                  <w:p w:rsidR="00007DD5" w:rsidRPr="007A6A4A" w:rsidRDefault="00007DD5" w:rsidP="00C92D8C">
                    <w:pPr>
                      <w:jc w:val="center"/>
                      <w:rPr>
                        <w:rFonts w:ascii="Calibri" w:eastAsia="Arial Unicode MS" w:hAnsi="Calibri" w:cs="Calibri"/>
                        <w:b/>
                        <w:color w:val="C00000"/>
                        <w:sz w:val="36"/>
                        <w:szCs w:val="3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4E7D08" w:rsidRPr="004E7D08">
      <w:rPr>
        <w:rFonts w:ascii="Calibri" w:eastAsia="Calibri" w:hAnsi="Calibri" w:cs="Times New Roman"/>
        <w:noProof/>
        <w:color w:val="auto"/>
        <w:bdr w:val="none" w:sz="0" w:space="0" w:color="auto"/>
        <w:lang w:val="it-IT" w:eastAsia="it-IT"/>
      </w:rPr>
      <w:drawing>
        <wp:inline distT="0" distB="0" distL="0" distR="0" wp14:anchorId="538AFC64" wp14:editId="1601628B">
          <wp:extent cx="1470813" cy="396000"/>
          <wp:effectExtent l="0" t="0" r="0" b="4445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0813" cy="3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07DD5" w:rsidRPr="005B79A1" w:rsidRDefault="00007DD5" w:rsidP="0016227F">
    <w:pPr>
      <w:pStyle w:val="Intestazione"/>
      <w:tabs>
        <w:tab w:val="clear" w:pos="9638"/>
        <w:tab w:val="right" w:pos="10065"/>
      </w:tabs>
    </w:pPr>
    <w:r>
      <w:rPr>
        <w:rFonts w:ascii="Arial Unicode MS" w:eastAsia="Arial Unicode MS" w:hAnsi="Arial Unicode MS" w:cs="Arial Unicode MS"/>
        <w:sz w:val="24"/>
        <w:szCs w:val="24"/>
      </w:rPr>
      <w:t xml:space="preserve">                                   </w:t>
    </w:r>
    <w:r w:rsidR="003C1078">
      <w:rPr>
        <w:noProof/>
        <w:lang w:val="it-IT" w:eastAsia="it-IT" w:bidi="ar-SA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-720090</wp:posOffset>
              </wp:positionH>
              <wp:positionV relativeFrom="paragraph">
                <wp:posOffset>123824</wp:posOffset>
              </wp:positionV>
              <wp:extent cx="7551420" cy="0"/>
              <wp:effectExtent l="0" t="0" r="11430" b="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142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228A0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56.7pt;margin-top:9.75pt;width:594.6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" strokeweight="1.7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C"/>
    <w:multiLevelType w:val="multilevel"/>
    <w:tmpl w:val="0000002C"/>
    <w:lvl w:ilvl="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005E449A"/>
    <w:multiLevelType w:val="hybridMultilevel"/>
    <w:tmpl w:val="034A9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43965"/>
    <w:multiLevelType w:val="hybridMultilevel"/>
    <w:tmpl w:val="2C2850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D47F0"/>
    <w:multiLevelType w:val="hybridMultilevel"/>
    <w:tmpl w:val="04360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8147E"/>
    <w:multiLevelType w:val="hybridMultilevel"/>
    <w:tmpl w:val="76EE0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F27D8"/>
    <w:multiLevelType w:val="hybridMultilevel"/>
    <w:tmpl w:val="74544B62"/>
    <w:lvl w:ilvl="0" w:tplc="A6A81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7027"/>
    <w:multiLevelType w:val="hybridMultilevel"/>
    <w:tmpl w:val="8D489D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C10D5"/>
    <w:multiLevelType w:val="hybridMultilevel"/>
    <w:tmpl w:val="EAB25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F08EF"/>
    <w:multiLevelType w:val="multilevel"/>
    <w:tmpl w:val="CB5AB13A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9" w15:restartNumberingAfterBreak="0">
    <w:nsid w:val="23AB17D3"/>
    <w:multiLevelType w:val="hybridMultilevel"/>
    <w:tmpl w:val="B6E26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60B6"/>
    <w:multiLevelType w:val="multilevel"/>
    <w:tmpl w:val="D9F2C16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strike w:val="0"/>
        <w:dstrike w:val="0"/>
        <w:u w:val="none"/>
        <w:effect w:val="none"/>
      </w:rPr>
    </w:lvl>
  </w:abstractNum>
  <w:abstractNum w:abstractNumId="11" w15:restartNumberingAfterBreak="0">
    <w:nsid w:val="31524E14"/>
    <w:multiLevelType w:val="multilevel"/>
    <w:tmpl w:val="14EC2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7728E3"/>
    <w:multiLevelType w:val="multilevel"/>
    <w:tmpl w:val="B344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2C2C8A"/>
    <w:multiLevelType w:val="hybridMultilevel"/>
    <w:tmpl w:val="A9A0DB6E"/>
    <w:lvl w:ilvl="0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4" w15:restartNumberingAfterBreak="0">
    <w:nsid w:val="4140694A"/>
    <w:multiLevelType w:val="hybridMultilevel"/>
    <w:tmpl w:val="22162EAE"/>
    <w:lvl w:ilvl="0" w:tplc="A6A81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05F22"/>
    <w:multiLevelType w:val="hybridMultilevel"/>
    <w:tmpl w:val="DC2E5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C3E27"/>
    <w:multiLevelType w:val="hybridMultilevel"/>
    <w:tmpl w:val="ECCE5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31E3D"/>
    <w:multiLevelType w:val="multilevel"/>
    <w:tmpl w:val="9F7CF566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</w:rPr>
    </w:lvl>
  </w:abstractNum>
  <w:abstractNum w:abstractNumId="18" w15:restartNumberingAfterBreak="0">
    <w:nsid w:val="53052F53"/>
    <w:multiLevelType w:val="hybridMultilevel"/>
    <w:tmpl w:val="FC108252"/>
    <w:lvl w:ilvl="0" w:tplc="102A96A6">
      <w:numFmt w:val="bullet"/>
      <w:lvlText w:val="•"/>
      <w:lvlJc w:val="left"/>
      <w:pPr>
        <w:ind w:left="405" w:hanging="360"/>
      </w:pPr>
      <w:rPr>
        <w:rFonts w:ascii="Cambria" w:eastAsia="Times New Roman" w:hAnsi="Cambria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542D09A2"/>
    <w:multiLevelType w:val="hybridMultilevel"/>
    <w:tmpl w:val="95D81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F240A"/>
    <w:multiLevelType w:val="hybridMultilevel"/>
    <w:tmpl w:val="8432E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4F4366"/>
    <w:multiLevelType w:val="hybridMultilevel"/>
    <w:tmpl w:val="BF780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B10E1"/>
    <w:multiLevelType w:val="hybridMultilevel"/>
    <w:tmpl w:val="6DB2C77A"/>
    <w:lvl w:ilvl="0" w:tplc="102A96A6">
      <w:numFmt w:val="bullet"/>
      <w:lvlText w:val="•"/>
      <w:lvlJc w:val="left"/>
      <w:pPr>
        <w:ind w:left="1110" w:hanging="360"/>
      </w:pPr>
      <w:rPr>
        <w:rFonts w:ascii="Cambria" w:eastAsia="Times New Roman" w:hAnsi="Cambria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770E34F6"/>
    <w:multiLevelType w:val="hybridMultilevel"/>
    <w:tmpl w:val="FA088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01A2D"/>
    <w:multiLevelType w:val="multilevel"/>
    <w:tmpl w:val="F23818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5" w15:restartNumberingAfterBreak="0">
    <w:nsid w:val="7EB82814"/>
    <w:multiLevelType w:val="hybridMultilevel"/>
    <w:tmpl w:val="7D5EEF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2"/>
  </w:num>
  <w:num w:numId="5">
    <w:abstractNumId w:val="11"/>
  </w:num>
  <w:num w:numId="6">
    <w:abstractNumId w:val="20"/>
  </w:num>
  <w:num w:numId="7">
    <w:abstractNumId w:val="0"/>
  </w:num>
  <w:num w:numId="8">
    <w:abstractNumId w:val="25"/>
  </w:num>
  <w:num w:numId="9">
    <w:abstractNumId w:val="23"/>
  </w:num>
  <w:num w:numId="10">
    <w:abstractNumId w:val="17"/>
  </w:num>
  <w:num w:numId="11">
    <w:abstractNumId w:val="10"/>
  </w:num>
  <w:num w:numId="12">
    <w:abstractNumId w:val="24"/>
  </w:num>
  <w:num w:numId="13">
    <w:abstractNumId w:val="8"/>
  </w:num>
  <w:num w:numId="14">
    <w:abstractNumId w:val="13"/>
  </w:num>
  <w:num w:numId="15">
    <w:abstractNumId w:val="18"/>
  </w:num>
  <w:num w:numId="16">
    <w:abstractNumId w:val="22"/>
  </w:num>
  <w:num w:numId="17">
    <w:abstractNumId w:val="9"/>
  </w:num>
  <w:num w:numId="18">
    <w:abstractNumId w:val="16"/>
  </w:num>
  <w:num w:numId="19">
    <w:abstractNumId w:val="19"/>
  </w:num>
  <w:num w:numId="20">
    <w:abstractNumId w:val="14"/>
  </w:num>
  <w:num w:numId="21">
    <w:abstractNumId w:val="5"/>
  </w:num>
  <w:num w:numId="22">
    <w:abstractNumId w:val="7"/>
  </w:num>
  <w:num w:numId="23">
    <w:abstractNumId w:val="1"/>
  </w:num>
  <w:num w:numId="24">
    <w:abstractNumId w:val="21"/>
  </w:num>
  <w:num w:numId="25">
    <w:abstractNumId w:val="15"/>
  </w:num>
  <w:num w:numId="2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D47"/>
    <w:rsid w:val="0000225B"/>
    <w:rsid w:val="00002D54"/>
    <w:rsid w:val="00003414"/>
    <w:rsid w:val="000039E6"/>
    <w:rsid w:val="0000404A"/>
    <w:rsid w:val="000058FD"/>
    <w:rsid w:val="00007217"/>
    <w:rsid w:val="00007DD5"/>
    <w:rsid w:val="000124A1"/>
    <w:rsid w:val="00012AB4"/>
    <w:rsid w:val="00014651"/>
    <w:rsid w:val="00017D27"/>
    <w:rsid w:val="00020682"/>
    <w:rsid w:val="0002129B"/>
    <w:rsid w:val="000249F8"/>
    <w:rsid w:val="00024F73"/>
    <w:rsid w:val="0002674A"/>
    <w:rsid w:val="000276C7"/>
    <w:rsid w:val="00033F9B"/>
    <w:rsid w:val="000401B9"/>
    <w:rsid w:val="00044822"/>
    <w:rsid w:val="0004593D"/>
    <w:rsid w:val="00050263"/>
    <w:rsid w:val="00051674"/>
    <w:rsid w:val="00054C7A"/>
    <w:rsid w:val="00054CD8"/>
    <w:rsid w:val="00056943"/>
    <w:rsid w:val="00065373"/>
    <w:rsid w:val="00066E94"/>
    <w:rsid w:val="00067A73"/>
    <w:rsid w:val="00073829"/>
    <w:rsid w:val="00075C76"/>
    <w:rsid w:val="00075F24"/>
    <w:rsid w:val="000815A3"/>
    <w:rsid w:val="000825AC"/>
    <w:rsid w:val="000909D7"/>
    <w:rsid w:val="000914C1"/>
    <w:rsid w:val="00093DF5"/>
    <w:rsid w:val="00096124"/>
    <w:rsid w:val="000A2B87"/>
    <w:rsid w:val="000A2D6A"/>
    <w:rsid w:val="000A4315"/>
    <w:rsid w:val="000A5CB9"/>
    <w:rsid w:val="000A62CB"/>
    <w:rsid w:val="000A77E2"/>
    <w:rsid w:val="000B2FD1"/>
    <w:rsid w:val="000B4068"/>
    <w:rsid w:val="000B5648"/>
    <w:rsid w:val="000B5A2E"/>
    <w:rsid w:val="000C029B"/>
    <w:rsid w:val="000C072B"/>
    <w:rsid w:val="000C108B"/>
    <w:rsid w:val="000C15AE"/>
    <w:rsid w:val="000C1BF7"/>
    <w:rsid w:val="000C2542"/>
    <w:rsid w:val="000C30AC"/>
    <w:rsid w:val="000C6FE9"/>
    <w:rsid w:val="000D0C1A"/>
    <w:rsid w:val="000D1CFE"/>
    <w:rsid w:val="000D2557"/>
    <w:rsid w:val="000D3E4E"/>
    <w:rsid w:val="000D4DA4"/>
    <w:rsid w:val="000D5C0C"/>
    <w:rsid w:val="000D6916"/>
    <w:rsid w:val="000D7F57"/>
    <w:rsid w:val="000E066B"/>
    <w:rsid w:val="000E2442"/>
    <w:rsid w:val="000E3BFF"/>
    <w:rsid w:val="000F02C1"/>
    <w:rsid w:val="000F276E"/>
    <w:rsid w:val="000F3A61"/>
    <w:rsid w:val="000F5C37"/>
    <w:rsid w:val="000F62C9"/>
    <w:rsid w:val="00101025"/>
    <w:rsid w:val="00101317"/>
    <w:rsid w:val="00101DC6"/>
    <w:rsid w:val="00104699"/>
    <w:rsid w:val="001058BE"/>
    <w:rsid w:val="00105E38"/>
    <w:rsid w:val="001062FD"/>
    <w:rsid w:val="0010712B"/>
    <w:rsid w:val="00111DC7"/>
    <w:rsid w:val="0011242E"/>
    <w:rsid w:val="0012177A"/>
    <w:rsid w:val="0012514C"/>
    <w:rsid w:val="00126BB4"/>
    <w:rsid w:val="0013208F"/>
    <w:rsid w:val="00132964"/>
    <w:rsid w:val="00134185"/>
    <w:rsid w:val="00135623"/>
    <w:rsid w:val="00136777"/>
    <w:rsid w:val="001412A8"/>
    <w:rsid w:val="00143A43"/>
    <w:rsid w:val="00144578"/>
    <w:rsid w:val="00144722"/>
    <w:rsid w:val="001529C4"/>
    <w:rsid w:val="001544BC"/>
    <w:rsid w:val="0016227F"/>
    <w:rsid w:val="00173736"/>
    <w:rsid w:val="00173F38"/>
    <w:rsid w:val="00174510"/>
    <w:rsid w:val="00174F76"/>
    <w:rsid w:val="0017565A"/>
    <w:rsid w:val="00176136"/>
    <w:rsid w:val="001765B8"/>
    <w:rsid w:val="00177883"/>
    <w:rsid w:val="00184DA2"/>
    <w:rsid w:val="00185B0F"/>
    <w:rsid w:val="00185D8A"/>
    <w:rsid w:val="00190D64"/>
    <w:rsid w:val="00195853"/>
    <w:rsid w:val="001A3CF5"/>
    <w:rsid w:val="001B1183"/>
    <w:rsid w:val="001B365B"/>
    <w:rsid w:val="001B5921"/>
    <w:rsid w:val="001C0D39"/>
    <w:rsid w:val="001C4D92"/>
    <w:rsid w:val="001C54D5"/>
    <w:rsid w:val="001C5A50"/>
    <w:rsid w:val="001D0661"/>
    <w:rsid w:val="001D0C49"/>
    <w:rsid w:val="001D1110"/>
    <w:rsid w:val="001D1225"/>
    <w:rsid w:val="001D41DD"/>
    <w:rsid w:val="001E03D1"/>
    <w:rsid w:val="001E0F1A"/>
    <w:rsid w:val="001F09D3"/>
    <w:rsid w:val="001F6D81"/>
    <w:rsid w:val="002000EE"/>
    <w:rsid w:val="0021479A"/>
    <w:rsid w:val="00217179"/>
    <w:rsid w:val="00220CC9"/>
    <w:rsid w:val="00221261"/>
    <w:rsid w:val="00221FAB"/>
    <w:rsid w:val="0022343E"/>
    <w:rsid w:val="00226DB1"/>
    <w:rsid w:val="002312C2"/>
    <w:rsid w:val="00232458"/>
    <w:rsid w:val="00232A41"/>
    <w:rsid w:val="002345BE"/>
    <w:rsid w:val="002349CB"/>
    <w:rsid w:val="00234B71"/>
    <w:rsid w:val="00237A19"/>
    <w:rsid w:val="002429A3"/>
    <w:rsid w:val="002431E2"/>
    <w:rsid w:val="00244789"/>
    <w:rsid w:val="00245CBE"/>
    <w:rsid w:val="0024670A"/>
    <w:rsid w:val="00250C48"/>
    <w:rsid w:val="00253A92"/>
    <w:rsid w:val="00255569"/>
    <w:rsid w:val="0025573F"/>
    <w:rsid w:val="0025618B"/>
    <w:rsid w:val="00257B54"/>
    <w:rsid w:val="00260915"/>
    <w:rsid w:val="00260940"/>
    <w:rsid w:val="00260E51"/>
    <w:rsid w:val="00260F87"/>
    <w:rsid w:val="00261FC4"/>
    <w:rsid w:val="00264A1F"/>
    <w:rsid w:val="00265B9D"/>
    <w:rsid w:val="0027074D"/>
    <w:rsid w:val="0027201A"/>
    <w:rsid w:val="00273014"/>
    <w:rsid w:val="00274BB7"/>
    <w:rsid w:val="00276574"/>
    <w:rsid w:val="00277247"/>
    <w:rsid w:val="00277AA8"/>
    <w:rsid w:val="00280404"/>
    <w:rsid w:val="002824B2"/>
    <w:rsid w:val="00282751"/>
    <w:rsid w:val="00287E16"/>
    <w:rsid w:val="00292C7B"/>
    <w:rsid w:val="002949A5"/>
    <w:rsid w:val="00295801"/>
    <w:rsid w:val="0029696F"/>
    <w:rsid w:val="002A1BF8"/>
    <w:rsid w:val="002A5D92"/>
    <w:rsid w:val="002B20FC"/>
    <w:rsid w:val="002B699B"/>
    <w:rsid w:val="002B6B23"/>
    <w:rsid w:val="002B74BD"/>
    <w:rsid w:val="002B7950"/>
    <w:rsid w:val="002C1575"/>
    <w:rsid w:val="002C1B81"/>
    <w:rsid w:val="002C3389"/>
    <w:rsid w:val="002C381A"/>
    <w:rsid w:val="002C54E4"/>
    <w:rsid w:val="002C7DDD"/>
    <w:rsid w:val="002D1866"/>
    <w:rsid w:val="002D3DD7"/>
    <w:rsid w:val="002D40FA"/>
    <w:rsid w:val="002D57A4"/>
    <w:rsid w:val="002D6041"/>
    <w:rsid w:val="002E0951"/>
    <w:rsid w:val="002E1B58"/>
    <w:rsid w:val="002E3B60"/>
    <w:rsid w:val="002E463B"/>
    <w:rsid w:val="002E4817"/>
    <w:rsid w:val="002E589B"/>
    <w:rsid w:val="002F0145"/>
    <w:rsid w:val="002F08BA"/>
    <w:rsid w:val="002F1DF5"/>
    <w:rsid w:val="002F2213"/>
    <w:rsid w:val="002F58AD"/>
    <w:rsid w:val="00300F92"/>
    <w:rsid w:val="0030125D"/>
    <w:rsid w:val="00301F80"/>
    <w:rsid w:val="0030385E"/>
    <w:rsid w:val="00303D42"/>
    <w:rsid w:val="00306C3D"/>
    <w:rsid w:val="00311401"/>
    <w:rsid w:val="00311CB7"/>
    <w:rsid w:val="00315D50"/>
    <w:rsid w:val="003170E8"/>
    <w:rsid w:val="0032195C"/>
    <w:rsid w:val="00322C0C"/>
    <w:rsid w:val="00324821"/>
    <w:rsid w:val="00324A2A"/>
    <w:rsid w:val="00324A5F"/>
    <w:rsid w:val="00324B49"/>
    <w:rsid w:val="00325473"/>
    <w:rsid w:val="003354FA"/>
    <w:rsid w:val="003377FD"/>
    <w:rsid w:val="00340D47"/>
    <w:rsid w:val="00342371"/>
    <w:rsid w:val="00342E14"/>
    <w:rsid w:val="00345E54"/>
    <w:rsid w:val="00345FF1"/>
    <w:rsid w:val="00350B5F"/>
    <w:rsid w:val="003542D3"/>
    <w:rsid w:val="00357B6B"/>
    <w:rsid w:val="00360753"/>
    <w:rsid w:val="003640A4"/>
    <w:rsid w:val="0036418D"/>
    <w:rsid w:val="00366885"/>
    <w:rsid w:val="00370165"/>
    <w:rsid w:val="00370AC3"/>
    <w:rsid w:val="00372498"/>
    <w:rsid w:val="003738FC"/>
    <w:rsid w:val="00375429"/>
    <w:rsid w:val="0037779B"/>
    <w:rsid w:val="003803B2"/>
    <w:rsid w:val="003818C0"/>
    <w:rsid w:val="00382362"/>
    <w:rsid w:val="003823E7"/>
    <w:rsid w:val="00382D3C"/>
    <w:rsid w:val="00385336"/>
    <w:rsid w:val="00390399"/>
    <w:rsid w:val="00390A80"/>
    <w:rsid w:val="0039128A"/>
    <w:rsid w:val="00397955"/>
    <w:rsid w:val="003A052F"/>
    <w:rsid w:val="003A4533"/>
    <w:rsid w:val="003A55B4"/>
    <w:rsid w:val="003A6E96"/>
    <w:rsid w:val="003B3BD3"/>
    <w:rsid w:val="003B3D5B"/>
    <w:rsid w:val="003C1078"/>
    <w:rsid w:val="003C156E"/>
    <w:rsid w:val="003C1630"/>
    <w:rsid w:val="003D22AB"/>
    <w:rsid w:val="003D362F"/>
    <w:rsid w:val="003D4979"/>
    <w:rsid w:val="003D6A3E"/>
    <w:rsid w:val="003D77B6"/>
    <w:rsid w:val="003E147C"/>
    <w:rsid w:val="003E1BB5"/>
    <w:rsid w:val="003E288F"/>
    <w:rsid w:val="003E2A2B"/>
    <w:rsid w:val="003E45C8"/>
    <w:rsid w:val="003F1854"/>
    <w:rsid w:val="003F1E4F"/>
    <w:rsid w:val="003F3AD0"/>
    <w:rsid w:val="00401EF6"/>
    <w:rsid w:val="0040457D"/>
    <w:rsid w:val="00404E93"/>
    <w:rsid w:val="004154E6"/>
    <w:rsid w:val="004179E3"/>
    <w:rsid w:val="00420B6D"/>
    <w:rsid w:val="00421A0B"/>
    <w:rsid w:val="00421E6E"/>
    <w:rsid w:val="00421F62"/>
    <w:rsid w:val="0042520D"/>
    <w:rsid w:val="004279F3"/>
    <w:rsid w:val="0043401E"/>
    <w:rsid w:val="00436DBC"/>
    <w:rsid w:val="0044018A"/>
    <w:rsid w:val="004412C8"/>
    <w:rsid w:val="00442602"/>
    <w:rsid w:val="0044377F"/>
    <w:rsid w:val="0044639C"/>
    <w:rsid w:val="0045232F"/>
    <w:rsid w:val="00452E88"/>
    <w:rsid w:val="00453AD1"/>
    <w:rsid w:val="00454D06"/>
    <w:rsid w:val="00462E2C"/>
    <w:rsid w:val="00463F43"/>
    <w:rsid w:val="00464686"/>
    <w:rsid w:val="004654A3"/>
    <w:rsid w:val="004674C0"/>
    <w:rsid w:val="004703D0"/>
    <w:rsid w:val="00471802"/>
    <w:rsid w:val="00474A42"/>
    <w:rsid w:val="00474C66"/>
    <w:rsid w:val="00475D8B"/>
    <w:rsid w:val="00476B66"/>
    <w:rsid w:val="00477078"/>
    <w:rsid w:val="00483483"/>
    <w:rsid w:val="004855A5"/>
    <w:rsid w:val="00485EEE"/>
    <w:rsid w:val="00497E32"/>
    <w:rsid w:val="004A1776"/>
    <w:rsid w:val="004A1C11"/>
    <w:rsid w:val="004A2355"/>
    <w:rsid w:val="004A3951"/>
    <w:rsid w:val="004A769F"/>
    <w:rsid w:val="004B0102"/>
    <w:rsid w:val="004B2933"/>
    <w:rsid w:val="004B3AC0"/>
    <w:rsid w:val="004B4C5C"/>
    <w:rsid w:val="004B4FB7"/>
    <w:rsid w:val="004B6144"/>
    <w:rsid w:val="004C0F39"/>
    <w:rsid w:val="004C2BB1"/>
    <w:rsid w:val="004C5A28"/>
    <w:rsid w:val="004C7540"/>
    <w:rsid w:val="004D0ECD"/>
    <w:rsid w:val="004D2378"/>
    <w:rsid w:val="004D4429"/>
    <w:rsid w:val="004D4E57"/>
    <w:rsid w:val="004D5237"/>
    <w:rsid w:val="004D7F6A"/>
    <w:rsid w:val="004E132A"/>
    <w:rsid w:val="004E41A1"/>
    <w:rsid w:val="004E70C4"/>
    <w:rsid w:val="004E764C"/>
    <w:rsid w:val="004E7D08"/>
    <w:rsid w:val="004F0FA3"/>
    <w:rsid w:val="004F142E"/>
    <w:rsid w:val="004F4CF7"/>
    <w:rsid w:val="004F5B4B"/>
    <w:rsid w:val="004F7F0C"/>
    <w:rsid w:val="005004C6"/>
    <w:rsid w:val="005046F0"/>
    <w:rsid w:val="00504C30"/>
    <w:rsid w:val="005071F9"/>
    <w:rsid w:val="00511067"/>
    <w:rsid w:val="005121D6"/>
    <w:rsid w:val="00512442"/>
    <w:rsid w:val="00513BEE"/>
    <w:rsid w:val="00514A95"/>
    <w:rsid w:val="0051501D"/>
    <w:rsid w:val="00516627"/>
    <w:rsid w:val="005206B4"/>
    <w:rsid w:val="00520BF0"/>
    <w:rsid w:val="0052125B"/>
    <w:rsid w:val="00525675"/>
    <w:rsid w:val="005262B2"/>
    <w:rsid w:val="00526E96"/>
    <w:rsid w:val="005338FC"/>
    <w:rsid w:val="005374DE"/>
    <w:rsid w:val="00537B33"/>
    <w:rsid w:val="005417C7"/>
    <w:rsid w:val="005447A4"/>
    <w:rsid w:val="00546C1E"/>
    <w:rsid w:val="0054737C"/>
    <w:rsid w:val="005501EC"/>
    <w:rsid w:val="00550B1D"/>
    <w:rsid w:val="0055112E"/>
    <w:rsid w:val="00552BED"/>
    <w:rsid w:val="005534C9"/>
    <w:rsid w:val="00554036"/>
    <w:rsid w:val="005542B0"/>
    <w:rsid w:val="00555B47"/>
    <w:rsid w:val="005626A8"/>
    <w:rsid w:val="00562A5A"/>
    <w:rsid w:val="00563FEC"/>
    <w:rsid w:val="00565888"/>
    <w:rsid w:val="0056752D"/>
    <w:rsid w:val="0057099B"/>
    <w:rsid w:val="00570B35"/>
    <w:rsid w:val="00570D07"/>
    <w:rsid w:val="005716F3"/>
    <w:rsid w:val="0057174C"/>
    <w:rsid w:val="00573EAD"/>
    <w:rsid w:val="005744B1"/>
    <w:rsid w:val="00574B6C"/>
    <w:rsid w:val="00575BEB"/>
    <w:rsid w:val="00575F3B"/>
    <w:rsid w:val="00577073"/>
    <w:rsid w:val="00577678"/>
    <w:rsid w:val="00584EBB"/>
    <w:rsid w:val="00587B58"/>
    <w:rsid w:val="00587E82"/>
    <w:rsid w:val="005917AC"/>
    <w:rsid w:val="00592510"/>
    <w:rsid w:val="00595847"/>
    <w:rsid w:val="0059694D"/>
    <w:rsid w:val="00596A47"/>
    <w:rsid w:val="005A2839"/>
    <w:rsid w:val="005A6CAB"/>
    <w:rsid w:val="005B08B3"/>
    <w:rsid w:val="005B1ED5"/>
    <w:rsid w:val="005B48DC"/>
    <w:rsid w:val="005B79A1"/>
    <w:rsid w:val="005C1481"/>
    <w:rsid w:val="005C289E"/>
    <w:rsid w:val="005C2912"/>
    <w:rsid w:val="005C70DF"/>
    <w:rsid w:val="005C7867"/>
    <w:rsid w:val="005D4102"/>
    <w:rsid w:val="005D4ED4"/>
    <w:rsid w:val="005D5D3C"/>
    <w:rsid w:val="005D619B"/>
    <w:rsid w:val="005E0367"/>
    <w:rsid w:val="005E1534"/>
    <w:rsid w:val="005E2C1F"/>
    <w:rsid w:val="005E4E09"/>
    <w:rsid w:val="005E523F"/>
    <w:rsid w:val="005E600D"/>
    <w:rsid w:val="005F00E2"/>
    <w:rsid w:val="005F0B1F"/>
    <w:rsid w:val="005F17DE"/>
    <w:rsid w:val="005F1B75"/>
    <w:rsid w:val="005F1F80"/>
    <w:rsid w:val="005F457D"/>
    <w:rsid w:val="005F5961"/>
    <w:rsid w:val="005F62FC"/>
    <w:rsid w:val="005F7C6F"/>
    <w:rsid w:val="0060444F"/>
    <w:rsid w:val="006044D5"/>
    <w:rsid w:val="00606100"/>
    <w:rsid w:val="00611D8F"/>
    <w:rsid w:val="00612F14"/>
    <w:rsid w:val="0061464D"/>
    <w:rsid w:val="00615629"/>
    <w:rsid w:val="006157C5"/>
    <w:rsid w:val="00617BC6"/>
    <w:rsid w:val="0062195D"/>
    <w:rsid w:val="0063164A"/>
    <w:rsid w:val="00631C8A"/>
    <w:rsid w:val="006329AE"/>
    <w:rsid w:val="00634E96"/>
    <w:rsid w:val="006439BE"/>
    <w:rsid w:val="00645D34"/>
    <w:rsid w:val="00646158"/>
    <w:rsid w:val="00646C1D"/>
    <w:rsid w:val="006557FA"/>
    <w:rsid w:val="00656040"/>
    <w:rsid w:val="00660EA3"/>
    <w:rsid w:val="00662252"/>
    <w:rsid w:val="006633FF"/>
    <w:rsid w:val="00666B70"/>
    <w:rsid w:val="00675949"/>
    <w:rsid w:val="00680852"/>
    <w:rsid w:val="0068231A"/>
    <w:rsid w:val="0068355D"/>
    <w:rsid w:val="006859FA"/>
    <w:rsid w:val="00686E90"/>
    <w:rsid w:val="00687931"/>
    <w:rsid w:val="006940A0"/>
    <w:rsid w:val="006A25A5"/>
    <w:rsid w:val="006A58D5"/>
    <w:rsid w:val="006A65BC"/>
    <w:rsid w:val="006A6B15"/>
    <w:rsid w:val="006A7A32"/>
    <w:rsid w:val="006B09F6"/>
    <w:rsid w:val="006B278C"/>
    <w:rsid w:val="006B35E5"/>
    <w:rsid w:val="006B369B"/>
    <w:rsid w:val="006B41EA"/>
    <w:rsid w:val="006B7B1F"/>
    <w:rsid w:val="006B7F18"/>
    <w:rsid w:val="006C2D19"/>
    <w:rsid w:val="006C3FD5"/>
    <w:rsid w:val="006C7938"/>
    <w:rsid w:val="006C7C25"/>
    <w:rsid w:val="006D228B"/>
    <w:rsid w:val="006D58D8"/>
    <w:rsid w:val="006E0C86"/>
    <w:rsid w:val="006E0F14"/>
    <w:rsid w:val="006E164F"/>
    <w:rsid w:val="006E1D5C"/>
    <w:rsid w:val="006E3470"/>
    <w:rsid w:val="006F2C8B"/>
    <w:rsid w:val="006F4135"/>
    <w:rsid w:val="006F5197"/>
    <w:rsid w:val="0070149A"/>
    <w:rsid w:val="00702278"/>
    <w:rsid w:val="00703B35"/>
    <w:rsid w:val="007073F6"/>
    <w:rsid w:val="0071027D"/>
    <w:rsid w:val="0071184E"/>
    <w:rsid w:val="00713877"/>
    <w:rsid w:val="00716B1B"/>
    <w:rsid w:val="007215F2"/>
    <w:rsid w:val="0072282D"/>
    <w:rsid w:val="0072529A"/>
    <w:rsid w:val="00726B71"/>
    <w:rsid w:val="00731690"/>
    <w:rsid w:val="00733288"/>
    <w:rsid w:val="00734EB8"/>
    <w:rsid w:val="00741490"/>
    <w:rsid w:val="00744093"/>
    <w:rsid w:val="0074524A"/>
    <w:rsid w:val="0074537A"/>
    <w:rsid w:val="007474E1"/>
    <w:rsid w:val="00747FD7"/>
    <w:rsid w:val="007506F2"/>
    <w:rsid w:val="007515F4"/>
    <w:rsid w:val="00754225"/>
    <w:rsid w:val="007562C0"/>
    <w:rsid w:val="00757052"/>
    <w:rsid w:val="007570FB"/>
    <w:rsid w:val="0075797E"/>
    <w:rsid w:val="00761682"/>
    <w:rsid w:val="007618E6"/>
    <w:rsid w:val="00761BF9"/>
    <w:rsid w:val="00763C3C"/>
    <w:rsid w:val="00763DF9"/>
    <w:rsid w:val="007644CC"/>
    <w:rsid w:val="007660BE"/>
    <w:rsid w:val="007665B3"/>
    <w:rsid w:val="00766747"/>
    <w:rsid w:val="00766909"/>
    <w:rsid w:val="00767BC1"/>
    <w:rsid w:val="007708AF"/>
    <w:rsid w:val="0077683A"/>
    <w:rsid w:val="00777D4F"/>
    <w:rsid w:val="00780EB7"/>
    <w:rsid w:val="00784AEF"/>
    <w:rsid w:val="007A0CF5"/>
    <w:rsid w:val="007A3A75"/>
    <w:rsid w:val="007A3C07"/>
    <w:rsid w:val="007A5D1B"/>
    <w:rsid w:val="007A6A4A"/>
    <w:rsid w:val="007A7E04"/>
    <w:rsid w:val="007B4F2E"/>
    <w:rsid w:val="007B51EA"/>
    <w:rsid w:val="007B70FC"/>
    <w:rsid w:val="007C190C"/>
    <w:rsid w:val="007C28F4"/>
    <w:rsid w:val="007C312C"/>
    <w:rsid w:val="007C45AD"/>
    <w:rsid w:val="007C6984"/>
    <w:rsid w:val="007D0A39"/>
    <w:rsid w:val="007D0F47"/>
    <w:rsid w:val="007D10A5"/>
    <w:rsid w:val="007D2280"/>
    <w:rsid w:val="007D671B"/>
    <w:rsid w:val="007E1C45"/>
    <w:rsid w:val="007E1DDC"/>
    <w:rsid w:val="007E61F7"/>
    <w:rsid w:val="007E710B"/>
    <w:rsid w:val="007E7267"/>
    <w:rsid w:val="007F1205"/>
    <w:rsid w:val="007F2402"/>
    <w:rsid w:val="007F3B29"/>
    <w:rsid w:val="007F55C1"/>
    <w:rsid w:val="007F6A8B"/>
    <w:rsid w:val="007F6FDF"/>
    <w:rsid w:val="00801E99"/>
    <w:rsid w:val="00802E92"/>
    <w:rsid w:val="00805B19"/>
    <w:rsid w:val="008074D3"/>
    <w:rsid w:val="008109AF"/>
    <w:rsid w:val="00813615"/>
    <w:rsid w:val="00813FEC"/>
    <w:rsid w:val="00817E02"/>
    <w:rsid w:val="00823CCF"/>
    <w:rsid w:val="00827F11"/>
    <w:rsid w:val="0083003D"/>
    <w:rsid w:val="00831E9E"/>
    <w:rsid w:val="00833537"/>
    <w:rsid w:val="0083366A"/>
    <w:rsid w:val="008340C2"/>
    <w:rsid w:val="00836189"/>
    <w:rsid w:val="00841B22"/>
    <w:rsid w:val="00842E63"/>
    <w:rsid w:val="0084470E"/>
    <w:rsid w:val="00852333"/>
    <w:rsid w:val="00857B28"/>
    <w:rsid w:val="00857DC5"/>
    <w:rsid w:val="00863785"/>
    <w:rsid w:val="00863F8B"/>
    <w:rsid w:val="008641E0"/>
    <w:rsid w:val="00864F43"/>
    <w:rsid w:val="00867C82"/>
    <w:rsid w:val="00871CA7"/>
    <w:rsid w:val="0087335E"/>
    <w:rsid w:val="008750AA"/>
    <w:rsid w:val="00877101"/>
    <w:rsid w:val="008805E5"/>
    <w:rsid w:val="0088235A"/>
    <w:rsid w:val="00885E74"/>
    <w:rsid w:val="00886D27"/>
    <w:rsid w:val="00886D65"/>
    <w:rsid w:val="008905FC"/>
    <w:rsid w:val="00890C87"/>
    <w:rsid w:val="00893F15"/>
    <w:rsid w:val="00895237"/>
    <w:rsid w:val="00895A6F"/>
    <w:rsid w:val="008A1717"/>
    <w:rsid w:val="008A2789"/>
    <w:rsid w:val="008A3FF2"/>
    <w:rsid w:val="008A588A"/>
    <w:rsid w:val="008A73E2"/>
    <w:rsid w:val="008B1478"/>
    <w:rsid w:val="008B2076"/>
    <w:rsid w:val="008B31B5"/>
    <w:rsid w:val="008B6FA1"/>
    <w:rsid w:val="008C0307"/>
    <w:rsid w:val="008C0965"/>
    <w:rsid w:val="008C124F"/>
    <w:rsid w:val="008C5091"/>
    <w:rsid w:val="008D598A"/>
    <w:rsid w:val="008D7566"/>
    <w:rsid w:val="008E3ADD"/>
    <w:rsid w:val="008E43E9"/>
    <w:rsid w:val="00901BE3"/>
    <w:rsid w:val="00901F70"/>
    <w:rsid w:val="00903B3D"/>
    <w:rsid w:val="00910842"/>
    <w:rsid w:val="009110A3"/>
    <w:rsid w:val="00912616"/>
    <w:rsid w:val="00912E2D"/>
    <w:rsid w:val="00912E75"/>
    <w:rsid w:val="00913109"/>
    <w:rsid w:val="00914A8D"/>
    <w:rsid w:val="00915B9D"/>
    <w:rsid w:val="009213D0"/>
    <w:rsid w:val="009224AD"/>
    <w:rsid w:val="00927AEE"/>
    <w:rsid w:val="00931F9E"/>
    <w:rsid w:val="009342C6"/>
    <w:rsid w:val="00936855"/>
    <w:rsid w:val="00941982"/>
    <w:rsid w:val="00941B23"/>
    <w:rsid w:val="009443F5"/>
    <w:rsid w:val="009469DB"/>
    <w:rsid w:val="00951FAC"/>
    <w:rsid w:val="0095453A"/>
    <w:rsid w:val="0095499B"/>
    <w:rsid w:val="009552B0"/>
    <w:rsid w:val="00961045"/>
    <w:rsid w:val="00962118"/>
    <w:rsid w:val="00963015"/>
    <w:rsid w:val="00965B41"/>
    <w:rsid w:val="00967D00"/>
    <w:rsid w:val="00970215"/>
    <w:rsid w:val="00974752"/>
    <w:rsid w:val="00975633"/>
    <w:rsid w:val="00977617"/>
    <w:rsid w:val="00980766"/>
    <w:rsid w:val="009807C3"/>
    <w:rsid w:val="00980AFE"/>
    <w:rsid w:val="00981135"/>
    <w:rsid w:val="00985A54"/>
    <w:rsid w:val="00985D42"/>
    <w:rsid w:val="00991029"/>
    <w:rsid w:val="009915A8"/>
    <w:rsid w:val="009918E1"/>
    <w:rsid w:val="00991BE7"/>
    <w:rsid w:val="00991DE3"/>
    <w:rsid w:val="009A2BF7"/>
    <w:rsid w:val="009A4BA6"/>
    <w:rsid w:val="009A5934"/>
    <w:rsid w:val="009A69BD"/>
    <w:rsid w:val="009A6F26"/>
    <w:rsid w:val="009A7F86"/>
    <w:rsid w:val="009B1AA8"/>
    <w:rsid w:val="009B7D73"/>
    <w:rsid w:val="009B7EE2"/>
    <w:rsid w:val="009C1162"/>
    <w:rsid w:val="009C3882"/>
    <w:rsid w:val="009C3ABE"/>
    <w:rsid w:val="009C5F0A"/>
    <w:rsid w:val="009C7C9C"/>
    <w:rsid w:val="009C7FBD"/>
    <w:rsid w:val="009D4D35"/>
    <w:rsid w:val="009D7A61"/>
    <w:rsid w:val="009E184E"/>
    <w:rsid w:val="009E634C"/>
    <w:rsid w:val="009E63DE"/>
    <w:rsid w:val="009F0C56"/>
    <w:rsid w:val="009F346B"/>
    <w:rsid w:val="009F44F8"/>
    <w:rsid w:val="009F7108"/>
    <w:rsid w:val="00A026C3"/>
    <w:rsid w:val="00A02AAD"/>
    <w:rsid w:val="00A0397A"/>
    <w:rsid w:val="00A03BCD"/>
    <w:rsid w:val="00A07D1F"/>
    <w:rsid w:val="00A13D02"/>
    <w:rsid w:val="00A13F90"/>
    <w:rsid w:val="00A20488"/>
    <w:rsid w:val="00A21679"/>
    <w:rsid w:val="00A221FE"/>
    <w:rsid w:val="00A22646"/>
    <w:rsid w:val="00A246A0"/>
    <w:rsid w:val="00A258F1"/>
    <w:rsid w:val="00A26880"/>
    <w:rsid w:val="00A318C9"/>
    <w:rsid w:val="00A3411A"/>
    <w:rsid w:val="00A4263E"/>
    <w:rsid w:val="00A436EE"/>
    <w:rsid w:val="00A43946"/>
    <w:rsid w:val="00A43C6B"/>
    <w:rsid w:val="00A4492A"/>
    <w:rsid w:val="00A44C59"/>
    <w:rsid w:val="00A472F5"/>
    <w:rsid w:val="00A55AF7"/>
    <w:rsid w:val="00A5718C"/>
    <w:rsid w:val="00A573A2"/>
    <w:rsid w:val="00A61208"/>
    <w:rsid w:val="00A612C3"/>
    <w:rsid w:val="00A631CC"/>
    <w:rsid w:val="00A632A9"/>
    <w:rsid w:val="00A6732F"/>
    <w:rsid w:val="00A67E9C"/>
    <w:rsid w:val="00A70121"/>
    <w:rsid w:val="00A70711"/>
    <w:rsid w:val="00A710C6"/>
    <w:rsid w:val="00A7159A"/>
    <w:rsid w:val="00A76849"/>
    <w:rsid w:val="00A810A9"/>
    <w:rsid w:val="00A84F53"/>
    <w:rsid w:val="00A87436"/>
    <w:rsid w:val="00A916C1"/>
    <w:rsid w:val="00A935C0"/>
    <w:rsid w:val="00A94C19"/>
    <w:rsid w:val="00A957AD"/>
    <w:rsid w:val="00A96CE9"/>
    <w:rsid w:val="00A9763A"/>
    <w:rsid w:val="00AA06A9"/>
    <w:rsid w:val="00AA2FC3"/>
    <w:rsid w:val="00AA3EB4"/>
    <w:rsid w:val="00AA50EB"/>
    <w:rsid w:val="00AA6055"/>
    <w:rsid w:val="00AB1C26"/>
    <w:rsid w:val="00AB331E"/>
    <w:rsid w:val="00AB7FD4"/>
    <w:rsid w:val="00AC564D"/>
    <w:rsid w:val="00AC5EF2"/>
    <w:rsid w:val="00AC707C"/>
    <w:rsid w:val="00AD3570"/>
    <w:rsid w:val="00AE0251"/>
    <w:rsid w:val="00AE2F45"/>
    <w:rsid w:val="00AE4897"/>
    <w:rsid w:val="00AE6C0F"/>
    <w:rsid w:val="00AE7192"/>
    <w:rsid w:val="00AF6B7E"/>
    <w:rsid w:val="00AF7C49"/>
    <w:rsid w:val="00B007DB"/>
    <w:rsid w:val="00B00F23"/>
    <w:rsid w:val="00B011F0"/>
    <w:rsid w:val="00B02195"/>
    <w:rsid w:val="00B02F3E"/>
    <w:rsid w:val="00B0483B"/>
    <w:rsid w:val="00B05183"/>
    <w:rsid w:val="00B10592"/>
    <w:rsid w:val="00B117A6"/>
    <w:rsid w:val="00B11AF1"/>
    <w:rsid w:val="00B16A59"/>
    <w:rsid w:val="00B24A7B"/>
    <w:rsid w:val="00B24AF1"/>
    <w:rsid w:val="00B27203"/>
    <w:rsid w:val="00B27B93"/>
    <w:rsid w:val="00B325E8"/>
    <w:rsid w:val="00B3454C"/>
    <w:rsid w:val="00B34655"/>
    <w:rsid w:val="00B4171B"/>
    <w:rsid w:val="00B420EF"/>
    <w:rsid w:val="00B443F5"/>
    <w:rsid w:val="00B45D99"/>
    <w:rsid w:val="00B50AA8"/>
    <w:rsid w:val="00B552BE"/>
    <w:rsid w:val="00B605EE"/>
    <w:rsid w:val="00B6148A"/>
    <w:rsid w:val="00B63A4F"/>
    <w:rsid w:val="00B6652B"/>
    <w:rsid w:val="00B6746D"/>
    <w:rsid w:val="00B72ED5"/>
    <w:rsid w:val="00B74D15"/>
    <w:rsid w:val="00B74FA6"/>
    <w:rsid w:val="00B77298"/>
    <w:rsid w:val="00B80252"/>
    <w:rsid w:val="00B856F8"/>
    <w:rsid w:val="00B90CB5"/>
    <w:rsid w:val="00B91639"/>
    <w:rsid w:val="00B9292A"/>
    <w:rsid w:val="00B93415"/>
    <w:rsid w:val="00B93E61"/>
    <w:rsid w:val="00B94835"/>
    <w:rsid w:val="00BA12CD"/>
    <w:rsid w:val="00BA2B45"/>
    <w:rsid w:val="00BA2E4B"/>
    <w:rsid w:val="00BA2FB3"/>
    <w:rsid w:val="00BA45B9"/>
    <w:rsid w:val="00BA53AC"/>
    <w:rsid w:val="00BA6E79"/>
    <w:rsid w:val="00BB000B"/>
    <w:rsid w:val="00BB0061"/>
    <w:rsid w:val="00BB13B5"/>
    <w:rsid w:val="00BB18DA"/>
    <w:rsid w:val="00BB36F1"/>
    <w:rsid w:val="00BB436A"/>
    <w:rsid w:val="00BC1518"/>
    <w:rsid w:val="00BC2EA8"/>
    <w:rsid w:val="00BC34FA"/>
    <w:rsid w:val="00BC37FE"/>
    <w:rsid w:val="00BC5221"/>
    <w:rsid w:val="00BC76BF"/>
    <w:rsid w:val="00BC771A"/>
    <w:rsid w:val="00BD1124"/>
    <w:rsid w:val="00BD2B6E"/>
    <w:rsid w:val="00BD3098"/>
    <w:rsid w:val="00BE4165"/>
    <w:rsid w:val="00BE5CB8"/>
    <w:rsid w:val="00BF1EDA"/>
    <w:rsid w:val="00BF5421"/>
    <w:rsid w:val="00BF6437"/>
    <w:rsid w:val="00BF6BF8"/>
    <w:rsid w:val="00BF6DB4"/>
    <w:rsid w:val="00BF7A56"/>
    <w:rsid w:val="00C00D4D"/>
    <w:rsid w:val="00C00F6D"/>
    <w:rsid w:val="00C05728"/>
    <w:rsid w:val="00C05D3A"/>
    <w:rsid w:val="00C07448"/>
    <w:rsid w:val="00C11804"/>
    <w:rsid w:val="00C120B0"/>
    <w:rsid w:val="00C22E15"/>
    <w:rsid w:val="00C23285"/>
    <w:rsid w:val="00C25E74"/>
    <w:rsid w:val="00C26D47"/>
    <w:rsid w:val="00C31E37"/>
    <w:rsid w:val="00C32B93"/>
    <w:rsid w:val="00C40D0E"/>
    <w:rsid w:val="00C43B28"/>
    <w:rsid w:val="00C44D7E"/>
    <w:rsid w:val="00C465F0"/>
    <w:rsid w:val="00C478E3"/>
    <w:rsid w:val="00C535DB"/>
    <w:rsid w:val="00C55485"/>
    <w:rsid w:val="00C6073E"/>
    <w:rsid w:val="00C64C5C"/>
    <w:rsid w:val="00C732BE"/>
    <w:rsid w:val="00C74762"/>
    <w:rsid w:val="00C75467"/>
    <w:rsid w:val="00C7777F"/>
    <w:rsid w:val="00C81206"/>
    <w:rsid w:val="00C83674"/>
    <w:rsid w:val="00C85D86"/>
    <w:rsid w:val="00C9243C"/>
    <w:rsid w:val="00C92D8C"/>
    <w:rsid w:val="00C92E72"/>
    <w:rsid w:val="00C93185"/>
    <w:rsid w:val="00C93D65"/>
    <w:rsid w:val="00C93DEC"/>
    <w:rsid w:val="00C9404C"/>
    <w:rsid w:val="00C95972"/>
    <w:rsid w:val="00CA4C75"/>
    <w:rsid w:val="00CB05DB"/>
    <w:rsid w:val="00CB2636"/>
    <w:rsid w:val="00CB6632"/>
    <w:rsid w:val="00CB7FB6"/>
    <w:rsid w:val="00CC3D21"/>
    <w:rsid w:val="00CC6249"/>
    <w:rsid w:val="00CD3D0C"/>
    <w:rsid w:val="00CD472F"/>
    <w:rsid w:val="00CD4E1D"/>
    <w:rsid w:val="00CD4FA3"/>
    <w:rsid w:val="00CD682B"/>
    <w:rsid w:val="00CE0580"/>
    <w:rsid w:val="00CE0D64"/>
    <w:rsid w:val="00CE4FA5"/>
    <w:rsid w:val="00CE72F7"/>
    <w:rsid w:val="00CE74BE"/>
    <w:rsid w:val="00CF0CD7"/>
    <w:rsid w:val="00CF24D2"/>
    <w:rsid w:val="00CF2872"/>
    <w:rsid w:val="00CF3874"/>
    <w:rsid w:val="00CF5FC1"/>
    <w:rsid w:val="00D021A2"/>
    <w:rsid w:val="00D03C3E"/>
    <w:rsid w:val="00D04861"/>
    <w:rsid w:val="00D04BB0"/>
    <w:rsid w:val="00D0684A"/>
    <w:rsid w:val="00D1193D"/>
    <w:rsid w:val="00D12696"/>
    <w:rsid w:val="00D130C0"/>
    <w:rsid w:val="00D1537F"/>
    <w:rsid w:val="00D17839"/>
    <w:rsid w:val="00D22B04"/>
    <w:rsid w:val="00D23519"/>
    <w:rsid w:val="00D25E10"/>
    <w:rsid w:val="00D27095"/>
    <w:rsid w:val="00D30293"/>
    <w:rsid w:val="00D32812"/>
    <w:rsid w:val="00D32B6A"/>
    <w:rsid w:val="00D37C27"/>
    <w:rsid w:val="00D40538"/>
    <w:rsid w:val="00D41AF5"/>
    <w:rsid w:val="00D42F29"/>
    <w:rsid w:val="00D437A8"/>
    <w:rsid w:val="00D520D8"/>
    <w:rsid w:val="00D55E61"/>
    <w:rsid w:val="00D60703"/>
    <w:rsid w:val="00D66D76"/>
    <w:rsid w:val="00D71CB3"/>
    <w:rsid w:val="00D7439F"/>
    <w:rsid w:val="00D75825"/>
    <w:rsid w:val="00D75E97"/>
    <w:rsid w:val="00D90ACE"/>
    <w:rsid w:val="00D97199"/>
    <w:rsid w:val="00D97D29"/>
    <w:rsid w:val="00DA14E3"/>
    <w:rsid w:val="00DA1867"/>
    <w:rsid w:val="00DA26D6"/>
    <w:rsid w:val="00DC3678"/>
    <w:rsid w:val="00DC754E"/>
    <w:rsid w:val="00DD02C6"/>
    <w:rsid w:val="00DD6B1B"/>
    <w:rsid w:val="00DE2534"/>
    <w:rsid w:val="00DE4740"/>
    <w:rsid w:val="00DE51C7"/>
    <w:rsid w:val="00DF22AD"/>
    <w:rsid w:val="00DF24EA"/>
    <w:rsid w:val="00DF25EF"/>
    <w:rsid w:val="00DF6563"/>
    <w:rsid w:val="00DF72B5"/>
    <w:rsid w:val="00E00A25"/>
    <w:rsid w:val="00E00FCF"/>
    <w:rsid w:val="00E01EA8"/>
    <w:rsid w:val="00E06AC3"/>
    <w:rsid w:val="00E06CD5"/>
    <w:rsid w:val="00E1046C"/>
    <w:rsid w:val="00E10AF0"/>
    <w:rsid w:val="00E110EE"/>
    <w:rsid w:val="00E11FFD"/>
    <w:rsid w:val="00E1220C"/>
    <w:rsid w:val="00E13093"/>
    <w:rsid w:val="00E13D18"/>
    <w:rsid w:val="00E13E9C"/>
    <w:rsid w:val="00E13F27"/>
    <w:rsid w:val="00E148F0"/>
    <w:rsid w:val="00E20CB5"/>
    <w:rsid w:val="00E214EC"/>
    <w:rsid w:val="00E2173F"/>
    <w:rsid w:val="00E23C89"/>
    <w:rsid w:val="00E304E4"/>
    <w:rsid w:val="00E308E1"/>
    <w:rsid w:val="00E30C9E"/>
    <w:rsid w:val="00E329FC"/>
    <w:rsid w:val="00E33FA5"/>
    <w:rsid w:val="00E343BC"/>
    <w:rsid w:val="00E35E3D"/>
    <w:rsid w:val="00E3692A"/>
    <w:rsid w:val="00E4098E"/>
    <w:rsid w:val="00E415E2"/>
    <w:rsid w:val="00E41FED"/>
    <w:rsid w:val="00E42DF7"/>
    <w:rsid w:val="00E515C4"/>
    <w:rsid w:val="00E5225A"/>
    <w:rsid w:val="00E5287F"/>
    <w:rsid w:val="00E539F1"/>
    <w:rsid w:val="00E53E5F"/>
    <w:rsid w:val="00E562B0"/>
    <w:rsid w:val="00E572A0"/>
    <w:rsid w:val="00E574AC"/>
    <w:rsid w:val="00E62A42"/>
    <w:rsid w:val="00E62D08"/>
    <w:rsid w:val="00E642D2"/>
    <w:rsid w:val="00E6653F"/>
    <w:rsid w:val="00E675EB"/>
    <w:rsid w:val="00E71B80"/>
    <w:rsid w:val="00E74802"/>
    <w:rsid w:val="00E76C94"/>
    <w:rsid w:val="00E80495"/>
    <w:rsid w:val="00E80E5A"/>
    <w:rsid w:val="00E80F78"/>
    <w:rsid w:val="00E811A8"/>
    <w:rsid w:val="00E82DA6"/>
    <w:rsid w:val="00E84231"/>
    <w:rsid w:val="00E854ED"/>
    <w:rsid w:val="00E858DB"/>
    <w:rsid w:val="00E85DE0"/>
    <w:rsid w:val="00E87252"/>
    <w:rsid w:val="00E8772F"/>
    <w:rsid w:val="00E90702"/>
    <w:rsid w:val="00E91816"/>
    <w:rsid w:val="00EA331C"/>
    <w:rsid w:val="00EA45FE"/>
    <w:rsid w:val="00EA5887"/>
    <w:rsid w:val="00EA6C84"/>
    <w:rsid w:val="00EB4D7A"/>
    <w:rsid w:val="00EB5EF2"/>
    <w:rsid w:val="00EB6D86"/>
    <w:rsid w:val="00EB71D9"/>
    <w:rsid w:val="00EC0BBC"/>
    <w:rsid w:val="00EC52AF"/>
    <w:rsid w:val="00EC7032"/>
    <w:rsid w:val="00ED0BEB"/>
    <w:rsid w:val="00ED39ED"/>
    <w:rsid w:val="00ED5941"/>
    <w:rsid w:val="00ED5C8B"/>
    <w:rsid w:val="00ED6789"/>
    <w:rsid w:val="00EE0049"/>
    <w:rsid w:val="00EE14AD"/>
    <w:rsid w:val="00EE64DC"/>
    <w:rsid w:val="00EE6F53"/>
    <w:rsid w:val="00EF223A"/>
    <w:rsid w:val="00EF3A7E"/>
    <w:rsid w:val="00EF66DC"/>
    <w:rsid w:val="00EF68FF"/>
    <w:rsid w:val="00EF7347"/>
    <w:rsid w:val="00F01280"/>
    <w:rsid w:val="00F0519B"/>
    <w:rsid w:val="00F10ECB"/>
    <w:rsid w:val="00F10FA2"/>
    <w:rsid w:val="00F1345C"/>
    <w:rsid w:val="00F15D45"/>
    <w:rsid w:val="00F16053"/>
    <w:rsid w:val="00F16E96"/>
    <w:rsid w:val="00F24AFD"/>
    <w:rsid w:val="00F26D93"/>
    <w:rsid w:val="00F27EC6"/>
    <w:rsid w:val="00F3007A"/>
    <w:rsid w:val="00F34036"/>
    <w:rsid w:val="00F403F0"/>
    <w:rsid w:val="00F409E2"/>
    <w:rsid w:val="00F41658"/>
    <w:rsid w:val="00F41F30"/>
    <w:rsid w:val="00F4337E"/>
    <w:rsid w:val="00F44D56"/>
    <w:rsid w:val="00F46856"/>
    <w:rsid w:val="00F50575"/>
    <w:rsid w:val="00F51CBB"/>
    <w:rsid w:val="00F531F7"/>
    <w:rsid w:val="00F56132"/>
    <w:rsid w:val="00F56A2B"/>
    <w:rsid w:val="00F56AA5"/>
    <w:rsid w:val="00F73173"/>
    <w:rsid w:val="00F74A15"/>
    <w:rsid w:val="00F75A2B"/>
    <w:rsid w:val="00F763D3"/>
    <w:rsid w:val="00F76EC1"/>
    <w:rsid w:val="00F803D3"/>
    <w:rsid w:val="00F82A92"/>
    <w:rsid w:val="00F83040"/>
    <w:rsid w:val="00F857E8"/>
    <w:rsid w:val="00F85F5F"/>
    <w:rsid w:val="00F95124"/>
    <w:rsid w:val="00F956A0"/>
    <w:rsid w:val="00F972FB"/>
    <w:rsid w:val="00FA664B"/>
    <w:rsid w:val="00FA69B0"/>
    <w:rsid w:val="00FB0AF0"/>
    <w:rsid w:val="00FB3B65"/>
    <w:rsid w:val="00FB4167"/>
    <w:rsid w:val="00FB43EB"/>
    <w:rsid w:val="00FB4702"/>
    <w:rsid w:val="00FB7F9F"/>
    <w:rsid w:val="00FC203D"/>
    <w:rsid w:val="00FC37B3"/>
    <w:rsid w:val="00FC5EF4"/>
    <w:rsid w:val="00FC611C"/>
    <w:rsid w:val="00FD4843"/>
    <w:rsid w:val="00FD4B89"/>
    <w:rsid w:val="00FD767B"/>
    <w:rsid w:val="00FD7B2A"/>
    <w:rsid w:val="00FE0C20"/>
    <w:rsid w:val="00FE0D63"/>
    <w:rsid w:val="00FE1AAD"/>
    <w:rsid w:val="00FE61DD"/>
    <w:rsid w:val="00FE66FA"/>
    <w:rsid w:val="00FF008A"/>
    <w:rsid w:val="00FF12B4"/>
    <w:rsid w:val="00FF387B"/>
    <w:rsid w:val="00FF3E23"/>
    <w:rsid w:val="00FF5DC0"/>
    <w:rsid w:val="00F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F9E2A94-D64C-49C3-AFA4-D16D1CDE5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F542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5421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F5421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BF542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F5421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BF5421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BF542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BF5421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F5421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BF542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8B1478"/>
    <w:pPr>
      <w:framePr w:w="7920" w:h="1980" w:hRule="exact" w:hSpace="141" w:wrap="auto" w:hAnchor="page" w:xAlign="center" w:yAlign="bottom"/>
      <w:spacing w:after="0" w:line="240" w:lineRule="auto"/>
      <w:ind w:left="2880"/>
    </w:pPr>
  </w:style>
  <w:style w:type="paragraph" w:styleId="Intestazione">
    <w:name w:val="header"/>
    <w:basedOn w:val="Normale"/>
    <w:link w:val="Intestazione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8BE"/>
  </w:style>
  <w:style w:type="paragraph" w:styleId="Pidipagina">
    <w:name w:val="footer"/>
    <w:basedOn w:val="Normale"/>
    <w:link w:val="Pidipagina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8BE"/>
  </w:style>
  <w:style w:type="paragraph" w:styleId="Testofumetto">
    <w:name w:val="Balloon Text"/>
    <w:basedOn w:val="Normale"/>
    <w:link w:val="TestofumettoCarattere"/>
    <w:unhideWhenUsed/>
    <w:rsid w:val="001058BE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TestofumettoCarattere">
    <w:name w:val="Testo fumetto Carattere"/>
    <w:link w:val="Testofumetto"/>
    <w:rsid w:val="001058B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BF5421"/>
    <w:rPr>
      <w:smallCaps/>
      <w:spacing w:val="5"/>
      <w:sz w:val="36"/>
      <w:szCs w:val="36"/>
    </w:rPr>
  </w:style>
  <w:style w:type="character" w:customStyle="1" w:styleId="Titolo2Carattere">
    <w:name w:val="Titolo 2 Carattere"/>
    <w:link w:val="Titolo2"/>
    <w:uiPriority w:val="9"/>
    <w:semiHidden/>
    <w:rsid w:val="00BF5421"/>
    <w:rPr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F5421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F5421"/>
    <w:rPr>
      <w:b/>
      <w:bCs/>
      <w:spacing w:val="5"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BF5421"/>
    <w:rPr>
      <w:i/>
      <w:iCs/>
      <w:sz w:val="24"/>
      <w:szCs w:val="24"/>
    </w:rPr>
  </w:style>
  <w:style w:type="character" w:customStyle="1" w:styleId="Titolo6Carattere">
    <w:name w:val="Titolo 6 Carattere"/>
    <w:link w:val="Titolo6"/>
    <w:uiPriority w:val="9"/>
    <w:semiHidden/>
    <w:rsid w:val="00BF5421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link w:val="Titolo7"/>
    <w:uiPriority w:val="9"/>
    <w:semiHidden/>
    <w:rsid w:val="00BF5421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link w:val="Titolo8"/>
    <w:uiPriority w:val="9"/>
    <w:semiHidden/>
    <w:rsid w:val="00BF5421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BF5421"/>
    <w:rPr>
      <w:b/>
      <w:bCs/>
      <w:i/>
      <w:iCs/>
      <w:color w:val="7F7F7F"/>
      <w:sz w:val="18"/>
      <w:szCs w:val="18"/>
    </w:rPr>
  </w:style>
  <w:style w:type="paragraph" w:styleId="Didascalia">
    <w:name w:val="caption"/>
    <w:basedOn w:val="Normale"/>
    <w:next w:val="Normale"/>
    <w:uiPriority w:val="35"/>
    <w:qFormat/>
    <w:rsid w:val="00BF5421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5421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TitoloCarattere">
    <w:name w:val="Titolo Carattere"/>
    <w:link w:val="Titolo"/>
    <w:uiPriority w:val="10"/>
    <w:rsid w:val="00BF5421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5421"/>
    <w:rPr>
      <w:i/>
      <w:iCs/>
      <w:smallCaps/>
      <w:spacing w:val="10"/>
      <w:sz w:val="28"/>
      <w:szCs w:val="28"/>
      <w:lang w:bidi="ar-SA"/>
    </w:rPr>
  </w:style>
  <w:style w:type="character" w:customStyle="1" w:styleId="SottotitoloCarattere">
    <w:name w:val="Sottotitolo Carattere"/>
    <w:link w:val="Sottotitolo"/>
    <w:uiPriority w:val="11"/>
    <w:rsid w:val="00BF5421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BF5421"/>
    <w:rPr>
      <w:b/>
      <w:bCs/>
    </w:rPr>
  </w:style>
  <w:style w:type="character" w:styleId="Enfasicorsivo">
    <w:name w:val="Emphasis"/>
    <w:qFormat/>
    <w:rsid w:val="00BF5421"/>
    <w:rPr>
      <w:b/>
      <w:bCs/>
      <w:i/>
      <w:iCs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BF5421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F5421"/>
  </w:style>
  <w:style w:type="paragraph" w:styleId="Paragrafoelenco">
    <w:name w:val="List Paragraph"/>
    <w:basedOn w:val="Normale"/>
    <w:link w:val="ParagrafoelencoCarattere"/>
    <w:uiPriority w:val="34"/>
    <w:qFormat/>
    <w:rsid w:val="00BF542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F5421"/>
    <w:rPr>
      <w:i/>
      <w:iCs/>
      <w:sz w:val="20"/>
      <w:szCs w:val="20"/>
      <w:lang w:bidi="ar-SA"/>
    </w:rPr>
  </w:style>
  <w:style w:type="character" w:customStyle="1" w:styleId="CitazioneCarattere">
    <w:name w:val="Citazione Carattere"/>
    <w:link w:val="Citazione"/>
    <w:uiPriority w:val="29"/>
    <w:rsid w:val="00BF5421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54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CitazioneintensaCarattere">
    <w:name w:val="Citazione intensa Carattere"/>
    <w:link w:val="Citazioneintensa"/>
    <w:uiPriority w:val="30"/>
    <w:rsid w:val="00BF5421"/>
    <w:rPr>
      <w:i/>
      <w:iCs/>
    </w:rPr>
  </w:style>
  <w:style w:type="character" w:styleId="Enfasidelicata">
    <w:name w:val="Subtle Emphasis"/>
    <w:uiPriority w:val="19"/>
    <w:qFormat/>
    <w:rsid w:val="00BF5421"/>
    <w:rPr>
      <w:i/>
      <w:iCs/>
    </w:rPr>
  </w:style>
  <w:style w:type="character" w:styleId="Enfasiintensa">
    <w:name w:val="Intense Emphasis"/>
    <w:uiPriority w:val="21"/>
    <w:qFormat/>
    <w:rsid w:val="00BF5421"/>
    <w:rPr>
      <w:b/>
      <w:bCs/>
      <w:i/>
      <w:iCs/>
    </w:rPr>
  </w:style>
  <w:style w:type="character" w:styleId="Riferimentodelicato">
    <w:name w:val="Subtle Reference"/>
    <w:uiPriority w:val="31"/>
    <w:qFormat/>
    <w:rsid w:val="00BF5421"/>
    <w:rPr>
      <w:smallCaps/>
    </w:rPr>
  </w:style>
  <w:style w:type="character" w:styleId="Riferimentointenso">
    <w:name w:val="Intense Reference"/>
    <w:uiPriority w:val="32"/>
    <w:qFormat/>
    <w:rsid w:val="00BF5421"/>
    <w:rPr>
      <w:b/>
      <w:bCs/>
      <w:smallCaps/>
    </w:rPr>
  </w:style>
  <w:style w:type="character" w:styleId="Titolodellibro">
    <w:name w:val="Book Title"/>
    <w:uiPriority w:val="33"/>
    <w:qFormat/>
    <w:rsid w:val="00BF5421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qFormat/>
    <w:rsid w:val="00BF5421"/>
    <w:pPr>
      <w:outlineLvl w:val="9"/>
    </w:pPr>
  </w:style>
  <w:style w:type="character" w:styleId="Collegamentoipertestuale">
    <w:name w:val="Hyperlink"/>
    <w:unhideWhenUsed/>
    <w:rsid w:val="00BF5421"/>
    <w:rPr>
      <w:color w:val="0000FF"/>
      <w:u w:val="single"/>
    </w:rPr>
  </w:style>
  <w:style w:type="numbering" w:customStyle="1" w:styleId="Nessunelenco1">
    <w:name w:val="Nessun elenco1"/>
    <w:next w:val="Nessunelenco"/>
    <w:semiHidden/>
    <w:unhideWhenUsed/>
    <w:rsid w:val="00264A1F"/>
  </w:style>
  <w:style w:type="character" w:customStyle="1" w:styleId="CarattereCarattere1">
    <w:name w:val="Carattere Carattere1"/>
    <w:locked/>
    <w:rsid w:val="00264A1F"/>
    <w:rPr>
      <w:rFonts w:cs="Times New Roman"/>
    </w:rPr>
  </w:style>
  <w:style w:type="character" w:customStyle="1" w:styleId="CarattereCarattere">
    <w:name w:val="Carattere Carattere"/>
    <w:locked/>
    <w:rsid w:val="00264A1F"/>
    <w:rPr>
      <w:rFonts w:cs="Times New Roman"/>
    </w:rPr>
  </w:style>
  <w:style w:type="character" w:customStyle="1" w:styleId="tw4winMark">
    <w:name w:val="tw4winMark"/>
    <w:rsid w:val="00264A1F"/>
    <w:rPr>
      <w:rFonts w:ascii="Courier New" w:hAnsi="Courier New"/>
      <w:vanish/>
      <w:color w:val="800080"/>
      <w:sz w:val="24"/>
      <w:vertAlign w:val="subscript"/>
    </w:rPr>
  </w:style>
  <w:style w:type="character" w:customStyle="1" w:styleId="hps">
    <w:name w:val="hps"/>
    <w:rsid w:val="00264A1F"/>
    <w:rPr>
      <w:rFonts w:cs="Times New Roman"/>
    </w:rPr>
  </w:style>
  <w:style w:type="character" w:customStyle="1" w:styleId="hpsatn">
    <w:name w:val="hps atn"/>
    <w:rsid w:val="00264A1F"/>
    <w:rPr>
      <w:rFonts w:cs="Times New Roman"/>
    </w:rPr>
  </w:style>
  <w:style w:type="character" w:customStyle="1" w:styleId="hpsalt-edited">
    <w:name w:val="hps alt-edited"/>
    <w:rsid w:val="00264A1F"/>
    <w:rPr>
      <w:rFonts w:cs="Times New Roman"/>
    </w:rPr>
  </w:style>
  <w:style w:type="character" w:customStyle="1" w:styleId="atn">
    <w:name w:val="atn"/>
    <w:rsid w:val="00264A1F"/>
    <w:rPr>
      <w:rFonts w:cs="Times New Roman"/>
    </w:rPr>
  </w:style>
  <w:style w:type="character" w:customStyle="1" w:styleId="alt-edited">
    <w:name w:val="alt-edited"/>
    <w:rsid w:val="00264A1F"/>
    <w:rPr>
      <w:rFonts w:cs="Times New Roman"/>
    </w:rPr>
  </w:style>
  <w:style w:type="character" w:customStyle="1" w:styleId="shorttext">
    <w:name w:val="short_text"/>
    <w:rsid w:val="00264A1F"/>
    <w:rPr>
      <w:rFonts w:cs="Times New Roman"/>
    </w:rPr>
  </w:style>
  <w:style w:type="character" w:customStyle="1" w:styleId="tw4winError">
    <w:name w:val="tw4winError"/>
    <w:rsid w:val="00264A1F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264A1F"/>
    <w:rPr>
      <w:color w:val="0000FF"/>
    </w:rPr>
  </w:style>
  <w:style w:type="character" w:customStyle="1" w:styleId="tw4winPopup">
    <w:name w:val="tw4winPopup"/>
    <w:rsid w:val="00264A1F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264A1F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264A1F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264A1F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264A1F"/>
    <w:rPr>
      <w:rFonts w:ascii="Courier New" w:hAnsi="Courier New"/>
      <w:noProof/>
      <w:color w:val="800000"/>
    </w:rPr>
  </w:style>
  <w:style w:type="paragraph" w:styleId="NormaleWeb">
    <w:name w:val="Normal (Web)"/>
    <w:basedOn w:val="Normale"/>
    <w:uiPriority w:val="99"/>
    <w:unhideWhenUsed/>
    <w:rsid w:val="00B90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styleId="Testocommento">
    <w:name w:val="annotation text"/>
    <w:basedOn w:val="Normale"/>
    <w:link w:val="TestocommentoCarattere"/>
    <w:uiPriority w:val="99"/>
    <w:rsid w:val="00C95972"/>
    <w:pPr>
      <w:spacing w:after="0" w:line="240" w:lineRule="auto"/>
    </w:pPr>
    <w:rPr>
      <w:rFonts w:ascii="Times New Roman" w:hAnsi="Times New Roman"/>
      <w:sz w:val="20"/>
      <w:szCs w:val="20"/>
      <w:lang w:bidi="ar-SA"/>
    </w:rPr>
  </w:style>
  <w:style w:type="character" w:customStyle="1" w:styleId="TestocommentoCarattere">
    <w:name w:val="Testo commento Carattere"/>
    <w:link w:val="Testocommento"/>
    <w:uiPriority w:val="99"/>
    <w:rsid w:val="00C95972"/>
    <w:rPr>
      <w:rFonts w:ascii="Times New Roman" w:hAnsi="Times New Roman"/>
      <w:lang w:val="en-US" w:eastAsia="en-US"/>
    </w:rPr>
  </w:style>
  <w:style w:type="paragraph" w:customStyle="1" w:styleId="Body1">
    <w:name w:val="Body 1"/>
    <w:rsid w:val="00C95972"/>
    <w:rPr>
      <w:rFonts w:ascii="Helvetica" w:eastAsia="Arial Unicode MS" w:hAnsi="Helvetica"/>
      <w:color w:val="000000"/>
      <w:sz w:val="24"/>
      <w:lang w:val="en-US" w:eastAsia="en-US"/>
    </w:rPr>
  </w:style>
  <w:style w:type="character" w:customStyle="1" w:styleId="apple-converted-space">
    <w:name w:val="apple-converted-space"/>
    <w:rsid w:val="00C95972"/>
  </w:style>
  <w:style w:type="character" w:styleId="Collegamentovisitato">
    <w:name w:val="FollowedHyperlink"/>
    <w:uiPriority w:val="99"/>
    <w:semiHidden/>
    <w:unhideWhenUsed/>
    <w:rsid w:val="005626A8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A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EA45FE"/>
    <w:rPr>
      <w:rFonts w:ascii="Courier New" w:hAnsi="Courier New" w:cs="Courier New"/>
    </w:rPr>
  </w:style>
  <w:style w:type="paragraph" w:customStyle="1" w:styleId="Body">
    <w:name w:val="Body"/>
    <w:rsid w:val="00A03B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Cambria" w:cs="Cambria"/>
      <w:color w:val="000000"/>
      <w:sz w:val="24"/>
      <w:szCs w:val="24"/>
      <w:u w:color="000000"/>
      <w:bdr w:val="nil"/>
      <w:lang w:val="en-GB" w:eastAsia="en-GB"/>
    </w:rPr>
  </w:style>
  <w:style w:type="character" w:styleId="CitazioneHTML">
    <w:name w:val="HTML Cite"/>
    <w:uiPriority w:val="99"/>
    <w:semiHidden/>
    <w:unhideWhenUsed/>
    <w:rsid w:val="007665B3"/>
    <w:rPr>
      <w:i w:val="0"/>
      <w:iCs w:val="0"/>
      <w:color w:val="006621"/>
    </w:rPr>
  </w:style>
  <w:style w:type="table" w:styleId="Grigliatabella">
    <w:name w:val="Table Grid"/>
    <w:basedOn w:val="Tabellanormale"/>
    <w:rsid w:val="00F24AFD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uiPriority w:val="99"/>
    <w:rsid w:val="00F24AF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24AFD"/>
    <w:rPr>
      <w:rFonts w:ascii="Cambria" w:eastAsia="Cambria" w:hAnsi="Cambria"/>
      <w:b/>
      <w:bCs/>
      <w:lang w:val="en-GB"/>
    </w:rPr>
  </w:style>
  <w:style w:type="character" w:customStyle="1" w:styleId="SoggettocommentoCarattere">
    <w:name w:val="Soggetto commento Carattere"/>
    <w:link w:val="Soggettocommento"/>
    <w:semiHidden/>
    <w:rsid w:val="00F24AFD"/>
    <w:rPr>
      <w:rFonts w:ascii="Times New Roman" w:eastAsia="Cambria" w:hAnsi="Times New Roman"/>
      <w:b/>
      <w:bCs/>
      <w:lang w:val="en-GB" w:eastAsia="en-US"/>
    </w:rPr>
  </w:style>
  <w:style w:type="paragraph" w:customStyle="1" w:styleId="BasicParagraph">
    <w:name w:val="[Basic Paragraph]"/>
    <w:basedOn w:val="Normale"/>
    <w:uiPriority w:val="99"/>
    <w:rsid w:val="00F24AFD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val="en-GB" w:bidi="ar-SA"/>
    </w:rPr>
  </w:style>
  <w:style w:type="paragraph" w:customStyle="1" w:styleId="Default">
    <w:name w:val="Default"/>
    <w:rsid w:val="00F24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oParagraphStyle">
    <w:name w:val="[No Paragraph Style]"/>
    <w:rsid w:val="00F24AF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val="en-GB"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F56AA5"/>
  </w:style>
  <w:style w:type="table" w:customStyle="1" w:styleId="Grigliatabella1">
    <w:name w:val="Griglia tabella1"/>
    <w:basedOn w:val="Tabellanormale"/>
    <w:next w:val="Grigliatabella"/>
    <w:rsid w:val="00F56AA5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941B23"/>
  </w:style>
  <w:style w:type="paragraph" w:customStyle="1" w:styleId="BodyA">
    <w:name w:val="Body A"/>
    <w:rsid w:val="00F16E96"/>
    <w:rPr>
      <w:rFonts w:eastAsia="Cambria" w:cs="Cambria"/>
      <w:color w:val="000000"/>
      <w:sz w:val="24"/>
      <w:szCs w:val="24"/>
      <w:u w:color="000000"/>
      <w:lang w:val="en-GB" w:eastAsia="en-GB"/>
    </w:rPr>
  </w:style>
  <w:style w:type="paragraph" w:customStyle="1" w:styleId="Normal1">
    <w:name w:val="Normal1"/>
    <w:rsid w:val="00A3411A"/>
    <w:rPr>
      <w:rFonts w:ascii="Arial" w:eastAsia="Arial" w:hAnsi="Arial" w:cs="Arial"/>
      <w:color w:val="000000"/>
      <w:sz w:val="28"/>
      <w:szCs w:val="28"/>
      <w:lang w:val="en-GB" w:eastAsia="en-US"/>
    </w:rPr>
  </w:style>
  <w:style w:type="paragraph" w:customStyle="1" w:styleId="HeaderFooter">
    <w:name w:val="Header &amp; Footer"/>
    <w:rsid w:val="0016227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  <w:lang w:val="en-US"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056943"/>
    <w:rPr>
      <w:rFonts w:ascii="Calibri" w:eastAsia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211625118424762955m-9198519574859604819m3610465116401614856gmail-m-1202624787803291751gmail-m9207871165718706042m8343219107543120084m4568205501754423646hoenzb">
    <w:name w:val="m_211625118424762955m_-9198519574859604819m_3610465116401614856gmail-m_-1202624787803291751gmail-m_9207871165718706042m_8343219107543120084m_4568205501754423646hoenzb"/>
    <w:basedOn w:val="Carpredefinitoparagrafo"/>
    <w:rsid w:val="002B7950"/>
  </w:style>
  <w:style w:type="character" w:customStyle="1" w:styleId="ParagrafoelencoCarattere">
    <w:name w:val="Paragrafo elenco Carattere"/>
    <w:link w:val="Paragrafoelenco"/>
    <w:uiPriority w:val="34"/>
    <w:rsid w:val="00857B28"/>
    <w:rPr>
      <w:sz w:val="22"/>
      <w:szCs w:val="22"/>
      <w:lang w:val="en-US" w:eastAsia="en-US" w:bidi="en-US"/>
    </w:rPr>
  </w:style>
  <w:style w:type="table" w:customStyle="1" w:styleId="Tabellasemplice41">
    <w:name w:val="Tabella semplice 41"/>
    <w:basedOn w:val="Tabellanormale"/>
    <w:uiPriority w:val="99"/>
    <w:rsid w:val="00857B28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andard">
    <w:name w:val="Standard"/>
    <w:rsid w:val="00857B2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0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3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9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881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9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8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4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2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738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39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0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45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2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8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2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guar.com/electrification/i-pace-e-trophy/index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dia.jaguarracing.com/news/2018/08/one-all-sports-join-jaguar-racing-official-clothing-supplie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abelt.com/en/news/2018/technical-partnership-with-jagua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chelin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ncipale\Desktop\PROVE%20CARTA\BOZZE%20ALE\JAG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4DE4F-2960-4689-89C8-E1B467955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JAG2</Template>
  <TotalTime>28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JAGUAR ITALIA Spa - Viale Alessandro Marchetti, 105 – 00148 Roma</vt:lpstr>
    </vt:vector>
  </TitlesOfParts>
  <Company>Toshiba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JAGUAR ITALIA Spa - Viale Alessandro Marchetti, 105 – 00148 Roma</dc:title>
  <dc:creator>Principale;Alex Sanders</dc:creator>
  <cp:lastModifiedBy>Francesco Palmerini</cp:lastModifiedBy>
  <cp:revision>4</cp:revision>
  <cp:lastPrinted>2016-01-27T09:24:00Z</cp:lastPrinted>
  <dcterms:created xsi:type="dcterms:W3CDTF">2018-09-27T12:11:00Z</dcterms:created>
  <dcterms:modified xsi:type="dcterms:W3CDTF">2018-10-02T14:01:00Z</dcterms:modified>
</cp:coreProperties>
</file>